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3C05B" w14:textId="77777777" w:rsidR="004C660B" w:rsidRPr="002A2725" w:rsidRDefault="004C660B" w:rsidP="008A2453">
      <w:pPr>
        <w:pStyle w:val="Header"/>
      </w:pPr>
      <w:r w:rsidRPr="002A2725">
        <w:drawing>
          <wp:anchor distT="0" distB="0" distL="114300" distR="114300" simplePos="0" relativeHeight="251659264" behindDoc="0" locked="0" layoutInCell="0" allowOverlap="1" wp14:anchorId="21D3C12A" wp14:editId="21D3C12B">
            <wp:simplePos x="0" y="0"/>
            <wp:positionH relativeFrom="column">
              <wp:posOffset>-144780</wp:posOffset>
            </wp:positionH>
            <wp:positionV relativeFrom="paragraph">
              <wp:posOffset>22860</wp:posOffset>
            </wp:positionV>
            <wp:extent cx="548640" cy="561975"/>
            <wp:effectExtent l="0" t="0" r="3810" b="9525"/>
            <wp:wrapSquare wrapText="bothSides"/>
            <wp:docPr id="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561975"/>
                    </a:xfrm>
                    <a:prstGeom prst="rect">
                      <a:avLst/>
                    </a:prstGeom>
                    <a:noFill/>
                  </pic:spPr>
                </pic:pic>
              </a:graphicData>
            </a:graphic>
          </wp:anchor>
        </w:drawing>
      </w:r>
      <w:r w:rsidRPr="002A2725">
        <w:t>U.S. DOT Federal Railroad Administration</w:t>
      </w:r>
    </w:p>
    <w:p w14:paraId="21D3C05C" w14:textId="77777777" w:rsidR="004C660B" w:rsidRPr="002A2725" w:rsidRDefault="004C660B" w:rsidP="008A2453">
      <w:pPr>
        <w:pStyle w:val="Header"/>
      </w:pPr>
      <w:r w:rsidRPr="002A2725">
        <w:t>Office of Passenger and Freight Programs</w:t>
      </w:r>
    </w:p>
    <w:p w14:paraId="21D3C05D" w14:textId="77777777" w:rsidR="00AD7E8B" w:rsidRPr="002A2725" w:rsidRDefault="00AD7E8B" w:rsidP="008A2453">
      <w:pPr>
        <w:pStyle w:val="Header"/>
      </w:pPr>
    </w:p>
    <w:p w14:paraId="21D3C05E" w14:textId="49AB612D" w:rsidR="004C660B" w:rsidRPr="002A2725" w:rsidRDefault="004C660B" w:rsidP="008A2453">
      <w:pPr>
        <w:pStyle w:val="Header"/>
      </w:pPr>
      <w:r w:rsidRPr="002A2725">
        <w:t xml:space="preserve">Monitoring Procedure </w:t>
      </w:r>
      <w:r w:rsidR="006C4893">
        <w:t>36</w:t>
      </w:r>
      <w:bookmarkStart w:id="0" w:name="_GoBack"/>
      <w:bookmarkEnd w:id="0"/>
      <w:r w:rsidRPr="002A2725">
        <w:t xml:space="preserve"> – </w:t>
      </w:r>
      <w:r w:rsidR="006C4893">
        <w:t>Buy America</w:t>
      </w:r>
    </w:p>
    <w:p w14:paraId="21D3C05F" w14:textId="77777777" w:rsidR="00DD31C5" w:rsidRDefault="00DD31C5" w:rsidP="00AD7E8B">
      <w:pPr>
        <w:pBdr>
          <w:bottom w:val="single" w:sz="4" w:space="1" w:color="auto"/>
        </w:pBdr>
      </w:pPr>
    </w:p>
    <w:p w14:paraId="21D3C060" w14:textId="77777777" w:rsidR="006C4893" w:rsidRDefault="006C4893" w:rsidP="006C4893"/>
    <w:p w14:paraId="21D3C061" w14:textId="77777777" w:rsidR="00472EC7" w:rsidRDefault="00472EC7" w:rsidP="00472EC7">
      <w:pPr>
        <w:pStyle w:val="Heading1"/>
      </w:pPr>
      <w:r>
        <w:t>PURPOSE</w:t>
      </w:r>
    </w:p>
    <w:p w14:paraId="21D3C062" w14:textId="77777777" w:rsidR="00472EC7" w:rsidRDefault="00472EC7" w:rsidP="00472EC7">
      <w:r>
        <w:t>T</w:t>
      </w:r>
      <w:r w:rsidRPr="003174B9">
        <w:t xml:space="preserve">his </w:t>
      </w:r>
      <w:r>
        <w:t xml:space="preserve">Monitoring </w:t>
      </w:r>
      <w:r w:rsidRPr="003174B9">
        <w:t>Procedure (</w:t>
      </w:r>
      <w:r>
        <w:t>M</w:t>
      </w:r>
      <w:r w:rsidRPr="003174B9">
        <w:t xml:space="preserve">P) </w:t>
      </w:r>
      <w:r w:rsidRPr="00FB205E">
        <w:t>describe</w:t>
      </w:r>
      <w:r>
        <w:t>s</w:t>
      </w:r>
      <w:r w:rsidRPr="00F81C9E">
        <w:t xml:space="preserve"> </w:t>
      </w:r>
      <w:r>
        <w:t xml:space="preserve">FRA requirements for the </w:t>
      </w:r>
      <w:r w:rsidRPr="00FB205E">
        <w:t>Monitoring and Technical Assistance Contractor (MTAC)</w:t>
      </w:r>
      <w:r>
        <w:t xml:space="preserve"> when</w:t>
      </w:r>
      <w:r w:rsidRPr="00F81C9E">
        <w:t xml:space="preserve"> </w:t>
      </w:r>
      <w:r>
        <w:t>evaluating</w:t>
      </w:r>
      <w:r w:rsidRPr="00F81C9E">
        <w:t xml:space="preserve"> the Grantee’s </w:t>
      </w:r>
      <w:r>
        <w:t>compliance with Buy America.</w:t>
      </w:r>
      <w:r w:rsidRPr="00F81C9E">
        <w:t xml:space="preserve"> </w:t>
      </w:r>
      <w:r>
        <w:t xml:space="preserve">  </w:t>
      </w:r>
    </w:p>
    <w:p w14:paraId="21D3C063" w14:textId="77777777" w:rsidR="00472EC7" w:rsidRDefault="00472EC7" w:rsidP="00472EC7">
      <w:pPr>
        <w:pStyle w:val="Heading1"/>
      </w:pPr>
      <w:r>
        <w:t>KEY PRINCIPLES</w:t>
      </w:r>
    </w:p>
    <w:p w14:paraId="752B7BCB" w14:textId="77777777" w:rsidR="006B60CA" w:rsidRDefault="00472EC7" w:rsidP="00472EC7">
      <w:r>
        <w:t xml:space="preserve">FRA’s rail program includes a goal to increase the use of domestic resources in FRA-funded rail projects. The Buy America requirement reinforces this goal and helps to grow domestic </w:t>
      </w:r>
      <w:r w:rsidR="006B60CA">
        <w:t xml:space="preserve">manufacturing of materials and products used in </w:t>
      </w:r>
      <w:r>
        <w:t>rail</w:t>
      </w:r>
      <w:r w:rsidR="006B60CA">
        <w:t xml:space="preserve">road projects. </w:t>
      </w:r>
      <w:r>
        <w:t xml:space="preserve"> </w:t>
      </w:r>
    </w:p>
    <w:p w14:paraId="47A98699" w14:textId="77777777" w:rsidR="006B60CA" w:rsidRDefault="006B60CA" w:rsidP="00472EC7"/>
    <w:p w14:paraId="21D3C064" w14:textId="4D9D6550" w:rsidR="00472EC7" w:rsidRDefault="00472EC7" w:rsidP="00472EC7">
      <w:r>
        <w:t>FRA e</w:t>
      </w:r>
      <w:r w:rsidRPr="00F03ABA">
        <w:t>ncourage</w:t>
      </w:r>
      <w:r>
        <w:t>s</w:t>
      </w:r>
      <w:r w:rsidRPr="00F03ABA">
        <w:t xml:space="preserve"> domestic</w:t>
      </w:r>
      <w:r>
        <w:t xml:space="preserve"> sourcing of all materials used</w:t>
      </w:r>
      <w:r w:rsidRPr="00F03ABA">
        <w:t xml:space="preserve"> regardless of the statutory requirements</w:t>
      </w:r>
      <w:r w:rsidR="00523D93">
        <w:t xml:space="preserve"> </w:t>
      </w:r>
      <w:r w:rsidRPr="00F03ABA">
        <w:t>attach</w:t>
      </w:r>
      <w:r>
        <w:t>ed</w:t>
      </w:r>
      <w:r w:rsidRPr="00F03ABA">
        <w:t xml:space="preserve"> to </w:t>
      </w:r>
      <w:r>
        <w:t xml:space="preserve">a particular </w:t>
      </w:r>
      <w:r w:rsidRPr="00F03ABA">
        <w:t>grant.</w:t>
      </w:r>
      <w:r w:rsidR="006B60CA">
        <w:t xml:space="preserve">  </w:t>
      </w:r>
    </w:p>
    <w:p w14:paraId="21D3C065" w14:textId="77777777" w:rsidR="00472EC7" w:rsidRDefault="00472EC7" w:rsidP="006C4893"/>
    <w:p w14:paraId="20C26A6E" w14:textId="1F2D87D7" w:rsidR="005264DE" w:rsidRPr="005264DE" w:rsidRDefault="00472EC7" w:rsidP="005264DE">
      <w:pPr>
        <w:pStyle w:val="hsr1"/>
      </w:pPr>
      <w:r>
        <w:t xml:space="preserve">Projects </w:t>
      </w:r>
      <w:r w:rsidR="005264DE">
        <w:t xml:space="preserve">authorized </w:t>
      </w:r>
      <w:r>
        <w:t xml:space="preserve">under the Passenger Rail Investment and Improvement Act of 2008 (PRIIA) </w:t>
      </w:r>
      <w:r w:rsidR="005264DE">
        <w:t xml:space="preserve">and funded by ARRA or FY 2010 appropriations </w:t>
      </w:r>
      <w:r>
        <w:t>are subject to the Buy America provision of 49 USC § 24405(a)</w:t>
      </w:r>
      <w:r w:rsidR="00FA528C">
        <w:t xml:space="preserve"> - (Intercity Passenger Rail Service Corridor Capital Assistance, Grant conditions).</w:t>
      </w:r>
      <w:r w:rsidR="005264DE">
        <w:t xml:space="preserve">  </w:t>
      </w:r>
      <w:r w:rsidR="005264DE" w:rsidRPr="005264DE">
        <w:t>49 USC §24405(a) is also often applied through the grant agreement to many Tiger grants.</w:t>
      </w:r>
    </w:p>
    <w:p w14:paraId="2C7A3F0A" w14:textId="77777777" w:rsidR="005264DE" w:rsidRPr="005264DE" w:rsidRDefault="005264DE" w:rsidP="005264DE">
      <w:pPr>
        <w:pStyle w:val="hsr1"/>
      </w:pPr>
      <w:r w:rsidRPr="005264DE">
        <w:t>Amtrak projects are required to adhere to a Domestic Buying Preference through 49 USC § 24305(f) (Amtrak General Authority) or 49 USC § 24405(a), depending upon whether Amtrak is funding the project through its own capital or operating grants/funds or is acting as a contractor/</w:t>
      </w:r>
      <w:proofErr w:type="spellStart"/>
      <w:r w:rsidRPr="005264DE">
        <w:t>subgrantee</w:t>
      </w:r>
      <w:proofErr w:type="spellEnd"/>
      <w:r w:rsidRPr="005264DE">
        <w:t xml:space="preserve"> under another grant. </w:t>
      </w:r>
    </w:p>
    <w:p w14:paraId="63E2CC24" w14:textId="77777777" w:rsidR="005264DE" w:rsidRDefault="00472EC7" w:rsidP="006C4893">
      <w:pPr>
        <w:pStyle w:val="hsr1"/>
      </w:pPr>
      <w:r>
        <w:t>T</w:t>
      </w:r>
      <w:r w:rsidRPr="00F03ABA">
        <w:t>he Buy American Act of 1933</w:t>
      </w:r>
      <w:r>
        <w:t xml:space="preserve"> in </w:t>
      </w:r>
      <w:r w:rsidR="006C4893">
        <w:t>41 U.S.C. § 8302</w:t>
      </w:r>
      <w:r>
        <w:t xml:space="preserve"> also requires </w:t>
      </w:r>
      <w:r w:rsidRPr="009B67CC">
        <w:t>domestic sourc</w:t>
      </w:r>
      <w:r>
        <w:t xml:space="preserve">ing of materials </w:t>
      </w:r>
      <w:r w:rsidRPr="009B67CC">
        <w:t>and manufactured goods</w:t>
      </w:r>
      <w:r w:rsidR="005264DE">
        <w:t xml:space="preserve"> and typically applies to Rail Line Relocation Grants</w:t>
      </w:r>
      <w:r>
        <w:t>.</w:t>
      </w:r>
    </w:p>
    <w:p w14:paraId="3A507CE9" w14:textId="77777777" w:rsidR="005264DE" w:rsidRDefault="005264DE" w:rsidP="005264DE">
      <w:pPr>
        <w:pStyle w:val="hsr1"/>
        <w:numPr>
          <w:ilvl w:val="0"/>
          <w:numId w:val="0"/>
        </w:numPr>
      </w:pPr>
    </w:p>
    <w:p w14:paraId="21D3C068" w14:textId="4B12996F" w:rsidR="00472EC7" w:rsidRDefault="005264DE" w:rsidP="005264DE">
      <w:pPr>
        <w:pStyle w:val="hsr1"/>
        <w:numPr>
          <w:ilvl w:val="0"/>
          <w:numId w:val="0"/>
        </w:numPr>
      </w:pPr>
      <w:r>
        <w:t xml:space="preserve">The requirement that should be applied to the particular project would be found in the applicable grant agreement and should be carried forward into any </w:t>
      </w:r>
      <w:proofErr w:type="spellStart"/>
      <w:r>
        <w:t>subgrants</w:t>
      </w:r>
      <w:proofErr w:type="spellEnd"/>
      <w:r>
        <w:t xml:space="preserve"> or contracts/subcontracts funded by the grant.</w:t>
      </w:r>
      <w:r w:rsidR="00472EC7">
        <w:t xml:space="preserve">  </w:t>
      </w:r>
    </w:p>
    <w:p w14:paraId="21D3C069" w14:textId="77777777" w:rsidR="00472EC7" w:rsidRDefault="00472EC7" w:rsidP="00472EC7">
      <w:pPr>
        <w:pStyle w:val="Heading1"/>
      </w:pPr>
      <w:r>
        <w:t>REQUIRED DOCUMENTS</w:t>
      </w:r>
    </w:p>
    <w:p w14:paraId="21D3C06A" w14:textId="65465164" w:rsidR="00472EC7" w:rsidRDefault="0030511D" w:rsidP="00472EC7">
      <w:r>
        <w:t xml:space="preserve">The MTAC will obtain </w:t>
      </w:r>
      <w:r w:rsidR="005264DE">
        <w:t>and review</w:t>
      </w:r>
      <w:r w:rsidR="00472EC7">
        <w:t xml:space="preserve"> t</w:t>
      </w:r>
      <w:r w:rsidR="00472EC7" w:rsidRPr="009B67CC">
        <w:t xml:space="preserve">he following </w:t>
      </w:r>
      <w:r w:rsidR="00472EC7">
        <w:t xml:space="preserve">project </w:t>
      </w:r>
      <w:r w:rsidR="00472EC7" w:rsidRPr="009B67CC">
        <w:t>documents from the Grantee:</w:t>
      </w:r>
    </w:p>
    <w:p w14:paraId="21D3C06C" w14:textId="4A33B30B" w:rsidR="00472EC7" w:rsidRDefault="00472EC7" w:rsidP="006747B7">
      <w:pPr>
        <w:pStyle w:val="Bullet"/>
      </w:pPr>
      <w:r>
        <w:t>Grantee’s grant agreement with FRA</w:t>
      </w:r>
    </w:p>
    <w:p w14:paraId="21D3C06D" w14:textId="656C1089" w:rsidR="00472EC7" w:rsidRDefault="00472EC7" w:rsidP="006747B7">
      <w:pPr>
        <w:pStyle w:val="Bullet"/>
      </w:pPr>
      <w:r>
        <w:t>Design standards and criteria</w:t>
      </w:r>
    </w:p>
    <w:p w14:paraId="21D3C06E" w14:textId="7DC344A3" w:rsidR="00472EC7" w:rsidRDefault="00472EC7" w:rsidP="006747B7">
      <w:pPr>
        <w:pStyle w:val="Bullet"/>
      </w:pPr>
      <w:r>
        <w:t>D</w:t>
      </w:r>
      <w:r w:rsidR="0030511D">
        <w:t>esign and construction drawings,</w:t>
      </w:r>
      <w:r>
        <w:t xml:space="preserve"> outline</w:t>
      </w:r>
      <w:r w:rsidR="0030511D">
        <w:t>,</w:t>
      </w:r>
      <w:r>
        <w:t xml:space="preserve"> and final specifications</w:t>
      </w:r>
    </w:p>
    <w:p w14:paraId="21D3C06F" w14:textId="472D1E7F" w:rsidR="00472EC7" w:rsidRDefault="00472EC7" w:rsidP="006747B7">
      <w:pPr>
        <w:pStyle w:val="Bullet"/>
      </w:pPr>
      <w:r>
        <w:t>Solicitations for construction bids and other RFPs</w:t>
      </w:r>
      <w:r w:rsidR="0030511D">
        <w:t>,</w:t>
      </w:r>
      <w:r>
        <w:t xml:space="preserve"> contracts, </w:t>
      </w:r>
      <w:r w:rsidR="0030511D">
        <w:t xml:space="preserve">and </w:t>
      </w:r>
      <w:r>
        <w:t>purchase agreements</w:t>
      </w:r>
    </w:p>
    <w:p w14:paraId="21D3C070" w14:textId="28F7BC97" w:rsidR="00472EC7" w:rsidRDefault="00472EC7" w:rsidP="006747B7">
      <w:pPr>
        <w:pStyle w:val="Bullet"/>
      </w:pPr>
      <w:r>
        <w:t>Certificates of Compliance and Non-Compliance with Buy America Requirements (see Appendix A for examples)</w:t>
      </w:r>
    </w:p>
    <w:p w14:paraId="21D3C071" w14:textId="75B527EF" w:rsidR="00472EC7" w:rsidRDefault="00FF68AA" w:rsidP="006747B7">
      <w:pPr>
        <w:pStyle w:val="Bullet"/>
      </w:pPr>
      <w:r>
        <w:t xml:space="preserve">Buy America requirement waiver </w:t>
      </w:r>
      <w:r w:rsidR="00472EC7">
        <w:t>granted by FRA</w:t>
      </w:r>
      <w:r>
        <w:t>, if applicable</w:t>
      </w:r>
    </w:p>
    <w:p w14:paraId="55AD493C" w14:textId="73DF6FD1" w:rsidR="005264DE" w:rsidRDefault="005264DE" w:rsidP="006747B7">
      <w:pPr>
        <w:pStyle w:val="Bullet"/>
      </w:pPr>
      <w:r>
        <w:lastRenderedPageBreak/>
        <w:t>Rolling stock audit material and/or reports</w:t>
      </w:r>
    </w:p>
    <w:p w14:paraId="21D3C072" w14:textId="77777777" w:rsidR="00472EC7" w:rsidRDefault="00472EC7" w:rsidP="0030511D">
      <w:pPr>
        <w:pStyle w:val="Heading1"/>
        <w:keepLines w:val="0"/>
      </w:pPr>
      <w:r>
        <w:t>background</w:t>
      </w:r>
    </w:p>
    <w:p w14:paraId="21D3C073" w14:textId="412D11E5" w:rsidR="00472EC7" w:rsidRDefault="00472EC7" w:rsidP="0030511D">
      <w:r w:rsidRPr="00DB450E">
        <w:t>T</w:t>
      </w:r>
      <w:r w:rsidR="00FF68AA">
        <w:t xml:space="preserve">he following are descriptions of </w:t>
      </w:r>
      <w:r w:rsidRPr="00DB450E">
        <w:t>domestic sourcing statu</w:t>
      </w:r>
      <w:r>
        <w:t>t</w:t>
      </w:r>
      <w:r w:rsidRPr="00DB450E">
        <w:t>es</w:t>
      </w:r>
      <w:r w:rsidR="00FF68AA">
        <w:t xml:space="preserve"> that, depending on the fund source used, ap</w:t>
      </w:r>
      <w:r w:rsidRPr="00DB450E">
        <w:t>ply to procurements</w:t>
      </w:r>
      <w:r w:rsidR="00FF68AA">
        <w:t xml:space="preserve"> for FRA projects. </w:t>
      </w:r>
      <w:r w:rsidR="00F01861">
        <w:t xml:space="preserve"> Note that </w:t>
      </w:r>
      <w:r w:rsidR="00F01861" w:rsidRPr="00F01861">
        <w:t xml:space="preserve">Buy America requirements </w:t>
      </w:r>
      <w:r w:rsidR="00F01861">
        <w:t xml:space="preserve">cannot be </w:t>
      </w:r>
      <w:r w:rsidR="00F01861" w:rsidRPr="00F01861">
        <w:t>by</w:t>
      </w:r>
      <w:r w:rsidR="00F01861">
        <w:t xml:space="preserve">passed by using </w:t>
      </w:r>
      <w:r w:rsidR="00F01861" w:rsidRPr="00F01861">
        <w:t>only non-federal funds to purchase a project component/material that</w:t>
      </w:r>
      <w:r w:rsidR="00F01861">
        <w:t xml:space="preserve"> is</w:t>
      </w:r>
      <w:r w:rsidR="00F01861" w:rsidRPr="00F01861">
        <w:t xml:space="preserve"> not made in America.  If the component/material is being used as part of the FRA</w:t>
      </w:r>
      <w:r w:rsidR="00F01861">
        <w:t>-</w:t>
      </w:r>
      <w:r w:rsidR="00F01861" w:rsidRPr="00F01861">
        <w:t>funded project, it must meet the respective Buy America requirement, regardless of</w:t>
      </w:r>
      <w:r w:rsidR="00F01861">
        <w:t xml:space="preserve"> the</w:t>
      </w:r>
      <w:r w:rsidR="00F01861" w:rsidRPr="00F01861">
        <w:t xml:space="preserve"> funding source</w:t>
      </w:r>
      <w:r w:rsidR="00F01861">
        <w:t xml:space="preserve"> for the component/material</w:t>
      </w:r>
      <w:r w:rsidR="00F01861" w:rsidRPr="00F01861">
        <w:t>.</w:t>
      </w:r>
    </w:p>
    <w:p w14:paraId="21D3C074" w14:textId="77777777" w:rsidR="00472EC7" w:rsidRDefault="00472EC7" w:rsidP="00472EC7">
      <w:pPr>
        <w:pStyle w:val="Heading2"/>
      </w:pPr>
      <w:r>
        <w:t xml:space="preserve">49 USC § 24405(a) - </w:t>
      </w:r>
      <w:r w:rsidRPr="00DB450E">
        <w:t xml:space="preserve">PRIIA “Buy America”  </w:t>
      </w:r>
    </w:p>
    <w:p w14:paraId="21D3C075" w14:textId="1765FC43" w:rsidR="00472EC7" w:rsidRDefault="00472EC7" w:rsidP="00472EC7">
      <w:pPr>
        <w:pStyle w:val="Heading2"/>
        <w:numPr>
          <w:ilvl w:val="0"/>
          <w:numId w:val="0"/>
        </w:numPr>
        <w:rPr>
          <w:b w:val="0"/>
        </w:rPr>
      </w:pPr>
      <w:r w:rsidRPr="00F76E6A">
        <w:rPr>
          <w:rFonts w:asciiTheme="minorHAnsi" w:eastAsiaTheme="minorHAnsi" w:hAnsiTheme="minorHAnsi" w:cstheme="minorBidi"/>
          <w:b w:val="0"/>
          <w:bCs w:val="0"/>
          <w:szCs w:val="22"/>
        </w:rPr>
        <w:t xml:space="preserve">For </w:t>
      </w:r>
      <w:r w:rsidR="0030511D" w:rsidRPr="0030511D">
        <w:rPr>
          <w:rFonts w:asciiTheme="minorHAnsi" w:eastAsiaTheme="minorHAnsi" w:hAnsiTheme="minorHAnsi" w:cstheme="minorBidi"/>
          <w:b w:val="0"/>
          <w:bCs w:val="0"/>
          <w:szCs w:val="22"/>
        </w:rPr>
        <w:t xml:space="preserve">Passenger Rail Investment and Improvement Act </w:t>
      </w:r>
      <w:r w:rsidR="0030511D">
        <w:rPr>
          <w:rFonts w:asciiTheme="minorHAnsi" w:eastAsiaTheme="minorHAnsi" w:hAnsiTheme="minorHAnsi" w:cstheme="minorBidi"/>
          <w:b w:val="0"/>
          <w:bCs w:val="0"/>
          <w:szCs w:val="22"/>
        </w:rPr>
        <w:t>(</w:t>
      </w:r>
      <w:r w:rsidRPr="00111820">
        <w:rPr>
          <w:rFonts w:asciiTheme="minorHAnsi" w:eastAsiaTheme="minorHAnsi" w:hAnsiTheme="minorHAnsi" w:cstheme="minorBidi"/>
          <w:b w:val="0"/>
          <w:bCs w:val="0"/>
          <w:szCs w:val="22"/>
        </w:rPr>
        <w:t>PRIIA</w:t>
      </w:r>
      <w:r w:rsidR="0030511D">
        <w:rPr>
          <w:rFonts w:asciiTheme="minorHAnsi" w:eastAsiaTheme="minorHAnsi" w:hAnsiTheme="minorHAnsi" w:cstheme="minorBidi"/>
          <w:b w:val="0"/>
          <w:bCs w:val="0"/>
          <w:szCs w:val="22"/>
        </w:rPr>
        <w:t>)</w:t>
      </w:r>
      <w:r w:rsidRPr="00111820">
        <w:rPr>
          <w:rFonts w:asciiTheme="minorHAnsi" w:eastAsiaTheme="minorHAnsi" w:hAnsiTheme="minorHAnsi" w:cstheme="minorBidi"/>
          <w:b w:val="0"/>
          <w:bCs w:val="0"/>
          <w:szCs w:val="22"/>
        </w:rPr>
        <w:t>-authorized projects costing $100,000 or more, t</w:t>
      </w:r>
      <w:r w:rsidRPr="000E6F25">
        <w:rPr>
          <w:b w:val="0"/>
        </w:rPr>
        <w:t xml:space="preserve">he requirements apply to materials in </w:t>
      </w:r>
      <w:r w:rsidR="00FF68AA">
        <w:rPr>
          <w:b w:val="0"/>
        </w:rPr>
        <w:t>e</w:t>
      </w:r>
      <w:r w:rsidR="0030511D" w:rsidRPr="000E6F25">
        <w:rPr>
          <w:b w:val="0"/>
        </w:rPr>
        <w:t xml:space="preserve">nd </w:t>
      </w:r>
      <w:r w:rsidR="00FF68AA">
        <w:rPr>
          <w:b w:val="0"/>
        </w:rPr>
        <w:t>p</w:t>
      </w:r>
      <w:r w:rsidR="0030511D" w:rsidRPr="000E6F25">
        <w:rPr>
          <w:b w:val="0"/>
        </w:rPr>
        <w:t xml:space="preserve">roducts and </w:t>
      </w:r>
      <w:r w:rsidR="00FF68AA">
        <w:rPr>
          <w:b w:val="0"/>
        </w:rPr>
        <w:t>c</w:t>
      </w:r>
      <w:r w:rsidR="0030511D" w:rsidRPr="000E6F25">
        <w:rPr>
          <w:b w:val="0"/>
        </w:rPr>
        <w:t>omponents</w:t>
      </w:r>
      <w:r w:rsidR="0030511D">
        <w:rPr>
          <w:b w:val="0"/>
        </w:rPr>
        <w:t xml:space="preserve"> but not in </w:t>
      </w:r>
      <w:proofErr w:type="gramStart"/>
      <w:r w:rsidR="00FF68AA">
        <w:rPr>
          <w:b w:val="0"/>
        </w:rPr>
        <w:t>s</w:t>
      </w:r>
      <w:r w:rsidR="0030511D">
        <w:rPr>
          <w:b w:val="0"/>
        </w:rPr>
        <w:t>ubcom</w:t>
      </w:r>
      <w:r w:rsidR="00044D7E">
        <w:rPr>
          <w:b w:val="0"/>
        </w:rPr>
        <w:t xml:space="preserve">ponents </w:t>
      </w:r>
      <w:r w:rsidRPr="000E6F25">
        <w:rPr>
          <w:b w:val="0"/>
        </w:rPr>
        <w:t xml:space="preserve"> </w:t>
      </w:r>
      <w:r>
        <w:rPr>
          <w:b w:val="0"/>
        </w:rPr>
        <w:t>(</w:t>
      </w:r>
      <w:proofErr w:type="gramEnd"/>
      <w:r>
        <w:rPr>
          <w:b w:val="0"/>
        </w:rPr>
        <w:t>see definitions</w:t>
      </w:r>
      <w:r w:rsidR="00044D7E">
        <w:rPr>
          <w:b w:val="0"/>
        </w:rPr>
        <w:t xml:space="preserve"> below</w:t>
      </w:r>
      <w:r>
        <w:rPr>
          <w:b w:val="0"/>
        </w:rPr>
        <w:t>)</w:t>
      </w:r>
      <w:r w:rsidR="00044D7E">
        <w:rPr>
          <w:b w:val="0"/>
        </w:rPr>
        <w:t>.</w:t>
      </w:r>
      <w:r w:rsidRPr="000E6F25">
        <w:rPr>
          <w:b w:val="0"/>
        </w:rPr>
        <w:t xml:space="preserve"> </w:t>
      </w:r>
      <w:r>
        <w:rPr>
          <w:b w:val="0"/>
        </w:rPr>
        <w:t xml:space="preserve"> M</w:t>
      </w:r>
      <w:r w:rsidRPr="000E6F25">
        <w:rPr>
          <w:b w:val="0"/>
        </w:rPr>
        <w:t>aterials may be new or used</w:t>
      </w:r>
      <w:r>
        <w:rPr>
          <w:b w:val="0"/>
        </w:rPr>
        <w:t xml:space="preserve"> </w:t>
      </w:r>
      <w:r w:rsidRPr="000E6F25">
        <w:rPr>
          <w:b w:val="0"/>
        </w:rPr>
        <w:t xml:space="preserve">if used materials are repurposed in a project.  </w:t>
      </w:r>
    </w:p>
    <w:p w14:paraId="21D3C078" w14:textId="4CFDD4A9" w:rsidR="00472EC7" w:rsidRDefault="00472EC7" w:rsidP="00472EC7">
      <w:r>
        <w:t xml:space="preserve">For manufactured products to be considered “manufactured” in the United States, all of the manufacturing processes must </w:t>
      </w:r>
      <w:r w:rsidR="006747B7">
        <w:t xml:space="preserve">take place in the United States </w:t>
      </w:r>
      <w:r>
        <w:t xml:space="preserve">and the </w:t>
      </w:r>
      <w:r w:rsidR="006747B7">
        <w:t>c</w:t>
      </w:r>
      <w:r>
        <w:t xml:space="preserve">omponents of the products must be of U.S. origin (a </w:t>
      </w:r>
      <w:r w:rsidR="006747B7">
        <w:t>c</w:t>
      </w:r>
      <w:r>
        <w:t xml:space="preserve">omponent is considered </w:t>
      </w:r>
      <w:r w:rsidR="006747B7">
        <w:t>to be of</w:t>
      </w:r>
      <w:r>
        <w:t xml:space="preserve"> U.S. origin if it is manufactured in the United States, regardless of the origin of its </w:t>
      </w:r>
      <w:r w:rsidR="006747B7">
        <w:t>s</w:t>
      </w:r>
      <w:r>
        <w:t>ubcomponents).</w:t>
      </w:r>
    </w:p>
    <w:p w14:paraId="21D3C079" w14:textId="77777777" w:rsidR="00472EC7" w:rsidRDefault="00472EC7" w:rsidP="00472EC7"/>
    <w:p w14:paraId="44B67A3A" w14:textId="77777777" w:rsidR="005264DE" w:rsidRDefault="005264DE" w:rsidP="005264DE">
      <w:r>
        <w:t>For locomotives, railcars, and other rolling stock, all components must be manufactured in the United States and final assembly of the end product (e.g., railcar) must take place in the United States.   FRA has developed lists of items it has determined to be components of various railcar types.  The grantee should have used one of these lists in procurements for rolling stock.</w:t>
      </w:r>
    </w:p>
    <w:p w14:paraId="277BE4B4" w14:textId="77777777" w:rsidR="005264DE" w:rsidRDefault="005264DE" w:rsidP="005264DE"/>
    <w:p w14:paraId="21D3C07A" w14:textId="3C12BD81" w:rsidR="00472EC7" w:rsidRPr="00CB511E" w:rsidRDefault="005264DE" w:rsidP="005264DE">
      <w:pPr>
        <w:rPr>
          <w:color w:val="FF0000"/>
        </w:rPr>
      </w:pPr>
      <w:r>
        <w:t xml:space="preserve">Additional requirements apply to steel and iron used in projects.  For end products or components made predominantly of steel or iron (e.g., rail or grab bars) , manufacturing of the steel or iron used in those end products or components must also take place in the United States, except for metallurgical processes (including refinement of steel additives). </w:t>
      </w:r>
      <w:r w:rsidR="00CB511E">
        <w:rPr>
          <w:color w:val="FF0000"/>
        </w:rPr>
        <w:t xml:space="preserve"> </w:t>
      </w:r>
    </w:p>
    <w:p w14:paraId="21D3C07B" w14:textId="77777777" w:rsidR="00472EC7" w:rsidRPr="000E6F25" w:rsidRDefault="00472EC7" w:rsidP="006747B7">
      <w:pPr>
        <w:pStyle w:val="Heading3"/>
      </w:pPr>
      <w:r w:rsidRPr="000E6F25">
        <w:t>Definitions</w:t>
      </w:r>
    </w:p>
    <w:p w14:paraId="21D3C07C" w14:textId="46F6C664" w:rsidR="00472EC7" w:rsidRPr="006747B7" w:rsidRDefault="00472EC7" w:rsidP="006747B7">
      <w:pPr>
        <w:pStyle w:val="Bullet"/>
      </w:pPr>
      <w:r w:rsidRPr="006747B7">
        <w:rPr>
          <w:i/>
        </w:rPr>
        <w:t>End products.</w:t>
      </w:r>
      <w:r w:rsidR="003221A0">
        <w:rPr>
          <w:i/>
        </w:rPr>
        <w:t xml:space="preserve"> </w:t>
      </w:r>
      <w:r w:rsidRPr="006747B7">
        <w:t xml:space="preserve"> Incorporate components</w:t>
      </w:r>
      <w:r w:rsidR="006747B7">
        <w:t xml:space="preserve"> at the final assembly location</w:t>
      </w:r>
      <w:r w:rsidRPr="006747B7">
        <w:t xml:space="preserve"> and are acquired ready to provide the intended end function without further manufacturing or assembly.</w:t>
      </w:r>
    </w:p>
    <w:p w14:paraId="21D3C07D" w14:textId="035B9656" w:rsidR="00472EC7" w:rsidRPr="006747B7" w:rsidRDefault="00472EC7" w:rsidP="006747B7">
      <w:pPr>
        <w:pStyle w:val="Bullet"/>
      </w:pPr>
      <w:r w:rsidRPr="006747B7">
        <w:rPr>
          <w:i/>
        </w:rPr>
        <w:t>Components.</w:t>
      </w:r>
      <w:r w:rsidRPr="006747B7">
        <w:t xml:space="preserve"> </w:t>
      </w:r>
      <w:r w:rsidR="003221A0">
        <w:t xml:space="preserve"> </w:t>
      </w:r>
      <w:r w:rsidRPr="006747B7">
        <w:t>Directly incorporated into end products at the final assembly location.</w:t>
      </w:r>
    </w:p>
    <w:p w14:paraId="21D3C07E" w14:textId="544D73D0" w:rsidR="00472EC7" w:rsidRPr="006747B7" w:rsidRDefault="00472EC7" w:rsidP="006747B7">
      <w:pPr>
        <w:pStyle w:val="Bullet"/>
      </w:pPr>
      <w:r w:rsidRPr="006747B7">
        <w:rPr>
          <w:i/>
        </w:rPr>
        <w:t>Subcomponents.</w:t>
      </w:r>
      <w:r w:rsidRPr="006747B7">
        <w:t xml:space="preserve"> </w:t>
      </w:r>
      <w:r w:rsidR="003221A0">
        <w:t xml:space="preserve"> </w:t>
      </w:r>
      <w:r w:rsidRPr="006747B7">
        <w:t>One step removed from a component in the manufacturing process – they are incorporated into components during manufacturing.</w:t>
      </w:r>
    </w:p>
    <w:p w14:paraId="550BE761" w14:textId="77777777" w:rsidR="00CB511E" w:rsidRDefault="00472EC7" w:rsidP="006747B7">
      <w:pPr>
        <w:pStyle w:val="Bullet"/>
      </w:pPr>
      <w:r w:rsidRPr="00CB511E">
        <w:rPr>
          <w:i/>
        </w:rPr>
        <w:t>Manufacturing.</w:t>
      </w:r>
      <w:r w:rsidR="006747B7">
        <w:t xml:space="preserve"> </w:t>
      </w:r>
      <w:r w:rsidR="003221A0">
        <w:t xml:space="preserve"> </w:t>
      </w:r>
      <w:r w:rsidRPr="006747B7">
        <w:t>The application of processes to substantially transform and add value</w:t>
      </w:r>
      <w:r w:rsidR="006747B7">
        <w:t xml:space="preserve"> to components or subcomponents and</w:t>
      </w:r>
      <w:r w:rsidRPr="006747B7">
        <w:t xml:space="preserve"> to create a functionally different product</w:t>
      </w:r>
      <w:r w:rsidR="00CB511E">
        <w:t xml:space="preserve">. </w:t>
      </w:r>
    </w:p>
    <w:p w14:paraId="21D3C080" w14:textId="6DAC4608" w:rsidR="00472EC7" w:rsidRPr="006747B7" w:rsidRDefault="00CB511E" w:rsidP="006747B7">
      <w:pPr>
        <w:pStyle w:val="Bullet"/>
      </w:pPr>
      <w:r>
        <w:rPr>
          <w:i/>
        </w:rPr>
        <w:t>Fi</w:t>
      </w:r>
      <w:r w:rsidR="00472EC7" w:rsidRPr="00CB511E">
        <w:rPr>
          <w:i/>
        </w:rPr>
        <w:t xml:space="preserve">nal assembly. </w:t>
      </w:r>
      <w:r w:rsidR="003221A0" w:rsidRPr="00CB511E">
        <w:rPr>
          <w:i/>
        </w:rPr>
        <w:t xml:space="preserve"> </w:t>
      </w:r>
      <w:r w:rsidR="00472EC7" w:rsidRPr="006747B7">
        <w:t xml:space="preserve">The creation of an end product from individual elements brought together for that purpose through </w:t>
      </w:r>
      <w:r w:rsidR="006747B7">
        <w:t xml:space="preserve">the </w:t>
      </w:r>
      <w:r w:rsidR="00472EC7" w:rsidRPr="006747B7">
        <w:t>application of manufacturing processes.</w:t>
      </w:r>
    </w:p>
    <w:p w14:paraId="21D3C081" w14:textId="77777777" w:rsidR="00472EC7" w:rsidRPr="000E6F25" w:rsidRDefault="00472EC7" w:rsidP="006747B7">
      <w:pPr>
        <w:pStyle w:val="Heading3"/>
      </w:pPr>
      <w:r w:rsidRPr="000E6F25">
        <w:t>Waivers</w:t>
      </w:r>
    </w:p>
    <w:p w14:paraId="21D3C082" w14:textId="77777777" w:rsidR="00472EC7" w:rsidRDefault="00472EC7" w:rsidP="00472EC7">
      <w:r>
        <w:t>FRA may waive PRIAA Buy America requirements if the FRA Administrator finds that either (1) their application would be incons</w:t>
      </w:r>
      <w:r w:rsidR="006747B7">
        <w:t>istent with the public interest,</w:t>
      </w:r>
      <w:r>
        <w:t xml:space="preserve"> or (2) the materials for which a waiver is </w:t>
      </w:r>
      <w:r>
        <w:lastRenderedPageBreak/>
        <w:t xml:space="preserve">requested are not produced in the United States in sufficient and reasonably available quantities and of a satisfactory quality, or (3) that domestically manufactured rolling stock or power train equipment cannot be bought and delivered within a reasonable timeframe, or (4) that the inclusion of a domestic item or domestic material will increase the cost of the overall project by more than 25 percent. </w:t>
      </w:r>
    </w:p>
    <w:p w14:paraId="21D3C083" w14:textId="77777777" w:rsidR="00472EC7" w:rsidRDefault="00472EC7" w:rsidP="00472EC7"/>
    <w:p w14:paraId="21D3C084" w14:textId="649E1895" w:rsidR="00472EC7" w:rsidRDefault="00472EC7" w:rsidP="00472EC7">
      <w:r>
        <w:t xml:space="preserve">All waivers must be approved by the FRA Administrator or designee following a public comment period. </w:t>
      </w:r>
      <w:r w:rsidR="003221A0">
        <w:t xml:space="preserve"> </w:t>
      </w:r>
      <w:r>
        <w:t xml:space="preserve">In practice, waiver applications are </w:t>
      </w:r>
      <w:r w:rsidR="006747B7">
        <w:t>usually</w:t>
      </w:r>
      <w:r>
        <w:t xml:space="preserve"> reviewed by the Department of Transportation (DOT) Deputy Secretary. </w:t>
      </w:r>
      <w:r w:rsidR="003221A0">
        <w:t xml:space="preserve"> </w:t>
      </w:r>
      <w:r>
        <w:t>Waiver applications are likely to take six months or more to process.</w:t>
      </w:r>
      <w:r w:rsidR="003221A0">
        <w:t xml:space="preserve"> </w:t>
      </w:r>
      <w:r>
        <w:t xml:space="preserve"> A</w:t>
      </w:r>
      <w:r w:rsidR="006747B7">
        <w:t xml:space="preserve">ny waivers granted will be time limited and contingent </w:t>
      </w:r>
      <w:r>
        <w:t>on grantee agreement to continue to look for materials that meet Buy America requirements for future procurements.</w:t>
      </w:r>
    </w:p>
    <w:p w14:paraId="21D3C085" w14:textId="77777777" w:rsidR="00472EC7" w:rsidRDefault="00472EC7" w:rsidP="00472EC7">
      <w:pPr>
        <w:pStyle w:val="Heading2"/>
      </w:pPr>
      <w:r w:rsidRPr="00F76E6A">
        <w:t>41 U.S.C. § 8302</w:t>
      </w:r>
      <w:r>
        <w:t xml:space="preserve"> - Buy American Act </w:t>
      </w:r>
    </w:p>
    <w:p w14:paraId="3AE1FBD1" w14:textId="77777777" w:rsidR="005264DE" w:rsidRDefault="00472EC7" w:rsidP="00472EC7">
      <w:r w:rsidRPr="006F441D">
        <w:t xml:space="preserve">FRA has determined that </w:t>
      </w:r>
      <w:r w:rsidR="00CB511E">
        <w:t>R</w:t>
      </w:r>
      <w:r w:rsidR="006747B7">
        <w:t xml:space="preserve">ail </w:t>
      </w:r>
      <w:r w:rsidR="00CB511E">
        <w:t>L</w:t>
      </w:r>
      <w:r w:rsidR="006747B7">
        <w:t xml:space="preserve">ine </w:t>
      </w:r>
      <w:r w:rsidR="00CB511E">
        <w:t>R</w:t>
      </w:r>
      <w:r w:rsidR="006747B7">
        <w:t>elocation projects</w:t>
      </w:r>
      <w:r>
        <w:t xml:space="preserve"> and projects funded from FY </w:t>
      </w:r>
      <w:r w:rsidR="00D370CE">
        <w:t xml:space="preserve">2008 and FY </w:t>
      </w:r>
      <w:r w:rsidR="006747B7">
        <w:t xml:space="preserve">2009 </w:t>
      </w:r>
      <w:r w:rsidR="00D370CE">
        <w:t>A</w:t>
      </w:r>
      <w:r w:rsidR="006747B7">
        <w:t>ppropriations</w:t>
      </w:r>
      <w:r>
        <w:t xml:space="preserve"> are subject to the requirements of the Buy American Act of 1933. </w:t>
      </w:r>
      <w:r w:rsidR="003221A0">
        <w:t xml:space="preserve"> </w:t>
      </w:r>
    </w:p>
    <w:p w14:paraId="5F1E4555" w14:textId="77777777" w:rsidR="005264DE" w:rsidRDefault="005264DE" w:rsidP="00472EC7"/>
    <w:p w14:paraId="21D3C086" w14:textId="29A3F466" w:rsidR="00472EC7" w:rsidRDefault="005264DE" w:rsidP="00472EC7">
      <w:r w:rsidRPr="005264DE">
        <w:t xml:space="preserve">The Buy American Act requires that “only manufactured articles, materials, and supplies that have been manufactured in the United States substantially all [determined to mean greater than 50%] from articles, materials, or supplies mined, produced, or manufactured in the United States, shall be acquired for public use unless the head of the department or independent establishment concerned determines their acquisition to be inconsistent with the public interest or their cost to be unreasonable.”   </w:t>
      </w:r>
    </w:p>
    <w:p w14:paraId="21D3C087" w14:textId="77777777" w:rsidR="006747B7" w:rsidRDefault="006747B7" w:rsidP="00472EC7"/>
    <w:p w14:paraId="21D3C08A" w14:textId="56FC30B7" w:rsidR="00472EC7" w:rsidRDefault="00472EC7" w:rsidP="005264DE">
      <w:pPr>
        <w:pStyle w:val="Indent"/>
        <w:ind w:left="0"/>
      </w:pPr>
      <w:r w:rsidRPr="000E6F25">
        <w:t>FRA</w:t>
      </w:r>
      <w:r w:rsidR="00F615F3">
        <w:t xml:space="preserve"> generally</w:t>
      </w:r>
      <w:r w:rsidRPr="000E6F25">
        <w:t xml:space="preserve"> may waive the Buy American Act requiremen</w:t>
      </w:r>
      <w:r w:rsidR="007237A9">
        <w:t>ts using the same justification</w:t>
      </w:r>
      <w:r w:rsidRPr="000E6F25">
        <w:t xml:space="preserve"> as the PRIIA Buy America statute, with one </w:t>
      </w:r>
      <w:r w:rsidR="00044D7E">
        <w:t xml:space="preserve">exception: </w:t>
      </w:r>
      <w:r w:rsidR="00F615F3">
        <w:t xml:space="preserve">if the cost of </w:t>
      </w:r>
      <w:r w:rsidRPr="000E6F25">
        <w:t>a domestic item or domestic material will increase the co</w:t>
      </w:r>
      <w:r w:rsidR="006747B7">
        <w:t>st of the contract between the G</w:t>
      </w:r>
      <w:r w:rsidRPr="000E6F25">
        <w:t xml:space="preserve">rantee and </w:t>
      </w:r>
      <w:r w:rsidR="006747B7">
        <w:t>the</w:t>
      </w:r>
      <w:r w:rsidRPr="000E6F25">
        <w:t xml:space="preserve"> supplier of that item or material by more than 6 percent. </w:t>
      </w:r>
      <w:r w:rsidR="003221A0">
        <w:t xml:space="preserve"> </w:t>
      </w:r>
    </w:p>
    <w:p w14:paraId="23E5C981" w14:textId="77777777" w:rsidR="00F615F3" w:rsidRDefault="00F615F3" w:rsidP="005264DE">
      <w:pPr>
        <w:pStyle w:val="Indent"/>
        <w:ind w:left="0"/>
      </w:pPr>
    </w:p>
    <w:p w14:paraId="4170185B" w14:textId="4CFAC271" w:rsidR="00F615F3" w:rsidRPr="0024797B" w:rsidRDefault="00F615F3" w:rsidP="005264DE">
      <w:pPr>
        <w:pStyle w:val="Indent"/>
        <w:ind w:left="0"/>
      </w:pPr>
      <w:r w:rsidRPr="00F615F3">
        <w:t>Other exceptions to the Buy American Act exist where items are not 1) produced, or manufactured in the United States in sufficient and reasonably available commercial quantities and are not of a satisfactory quality” and 2) “procured under any contract with an award value that is not more than the micro-purchase threshold,” which is currently set at $3,000.</w:t>
      </w:r>
    </w:p>
    <w:p w14:paraId="21D3C098" w14:textId="77777777" w:rsidR="00472EC7" w:rsidRDefault="00472EC7" w:rsidP="00DB69C9">
      <w:pPr>
        <w:pStyle w:val="Heading1"/>
        <w:keepLines w:val="0"/>
      </w:pPr>
      <w:r>
        <w:t>Scope of work</w:t>
      </w:r>
    </w:p>
    <w:p w14:paraId="21D3C09B" w14:textId="31228EC5" w:rsidR="00DB69C9" w:rsidRDefault="00472EC7" w:rsidP="00D370CE">
      <w:r>
        <w:t>The MTAC should ensure that the Grantee understands that fai</w:t>
      </w:r>
      <w:r w:rsidR="00044D7E">
        <w:t>lure to comply with Buy America</w:t>
      </w:r>
      <w:r w:rsidR="00F615F3">
        <w:t>/n</w:t>
      </w:r>
      <w:r>
        <w:t xml:space="preserve"> requirements can </w:t>
      </w:r>
      <w:r w:rsidR="00DB69C9">
        <w:t xml:space="preserve">jeopardize </w:t>
      </w:r>
      <w:r>
        <w:t xml:space="preserve">its FRA grant.  </w:t>
      </w:r>
      <w:r w:rsidR="00D370CE">
        <w:t xml:space="preserve">The </w:t>
      </w:r>
      <w:r w:rsidR="00044D7E" w:rsidRPr="009B67CC">
        <w:t>MTAC</w:t>
      </w:r>
      <w:r w:rsidR="00044D7E">
        <w:t xml:space="preserve"> will evaluate the Grantee’s compliance with Buy America</w:t>
      </w:r>
      <w:r w:rsidR="00F615F3">
        <w:t>/n</w:t>
      </w:r>
      <w:r w:rsidR="00044D7E">
        <w:t xml:space="preserve"> and will make recommendations if the Grantee encounters any difficulties. </w:t>
      </w:r>
      <w:r w:rsidR="003221A0">
        <w:t xml:space="preserve"> </w:t>
      </w:r>
      <w:r w:rsidR="00044D7E">
        <w:t xml:space="preserve">The MTAC will perform this work </w:t>
      </w:r>
      <w:r w:rsidR="00F615F3">
        <w:t>as directed by FRA, usually at completion of PE and FD</w:t>
      </w:r>
      <w:r w:rsidR="00177728">
        <w:t xml:space="preserve"> for infrastructure, and when specifications are written and before bidding for vehicles.</w:t>
      </w:r>
      <w:r w:rsidR="00F615F3">
        <w:t xml:space="preserve"> </w:t>
      </w:r>
      <w:r w:rsidR="00044D7E">
        <w:t xml:space="preserve"> </w:t>
      </w:r>
    </w:p>
    <w:p w14:paraId="5BFF4CDF" w14:textId="77777777" w:rsidR="00D370CE" w:rsidRDefault="00D370CE" w:rsidP="00D370CE">
      <w:pPr>
        <w:pStyle w:val="Heading2"/>
      </w:pPr>
      <w:r>
        <w:t>Compliance Requirements for Grantees</w:t>
      </w:r>
    </w:p>
    <w:p w14:paraId="6C34E9B1" w14:textId="77777777" w:rsidR="00D370CE" w:rsidRDefault="00D370CE" w:rsidP="00D370CE">
      <w:pPr>
        <w:spacing w:after="120"/>
      </w:pPr>
      <w:r>
        <w:t xml:space="preserve">The Grantee is responsible for showing compliance by taking the following actions: </w:t>
      </w:r>
    </w:p>
    <w:p w14:paraId="44F60D9B" w14:textId="77777777" w:rsidR="00D370CE" w:rsidRDefault="00D370CE" w:rsidP="00D370CE">
      <w:pPr>
        <w:pStyle w:val="hsr1"/>
        <w:numPr>
          <w:ilvl w:val="0"/>
          <w:numId w:val="46"/>
        </w:numPr>
      </w:pPr>
      <w:r>
        <w:t xml:space="preserve">Ensure that the design, detailing, and specification of materials and manufactured end products and components are done with domestic sourcing in mind. </w:t>
      </w:r>
    </w:p>
    <w:p w14:paraId="406693AF" w14:textId="53970C44" w:rsidR="00430644" w:rsidRPr="00430644" w:rsidRDefault="00D370CE" w:rsidP="00430644">
      <w:pPr>
        <w:pStyle w:val="hsr1"/>
      </w:pPr>
      <w:r>
        <w:lastRenderedPageBreak/>
        <w:t xml:space="preserve">Perform Buy America reviews before releasing construction documents for bid or specifications for manufacture; verify </w:t>
      </w:r>
      <w:r w:rsidR="00430644" w:rsidRPr="00430644">
        <w:t xml:space="preserve">references to the applicable statutes and regulations </w:t>
      </w:r>
      <w:r w:rsidR="00430644">
        <w:t xml:space="preserve">are </w:t>
      </w:r>
      <w:r w:rsidR="00430644" w:rsidRPr="00430644">
        <w:t>in solicitations and requests for proposals (RFPs)</w:t>
      </w:r>
    </w:p>
    <w:p w14:paraId="0408F47A" w14:textId="5C067CFE" w:rsidR="00430644" w:rsidRPr="00430644" w:rsidRDefault="00D370CE" w:rsidP="00430644">
      <w:pPr>
        <w:pStyle w:val="hsr2"/>
      </w:pPr>
      <w:r>
        <w:t xml:space="preserve">Verify that </w:t>
      </w:r>
      <w:r w:rsidR="00430644">
        <w:t>a</w:t>
      </w:r>
      <w:r w:rsidR="00430644" w:rsidRPr="00430644">
        <w:t xml:space="preserve">ll iron, steel, end products and components are </w:t>
      </w:r>
      <w:r w:rsidR="00430644">
        <w:t>called to be manufactured domestically unless a waiver is obtained from FRA</w:t>
      </w:r>
      <w:r w:rsidR="00430644" w:rsidRPr="00430644">
        <w:t xml:space="preserve"> </w:t>
      </w:r>
    </w:p>
    <w:p w14:paraId="7BE39A49" w14:textId="71ADB73C" w:rsidR="00D370CE" w:rsidRDefault="00D370CE" w:rsidP="00D370CE">
      <w:pPr>
        <w:pStyle w:val="hsr2"/>
      </w:pPr>
      <w:r>
        <w:t>Include provisions in</w:t>
      </w:r>
      <w:r w:rsidR="00430644">
        <w:t xml:space="preserve"> </w:t>
      </w:r>
      <w:r>
        <w:t>procurement contracts to ensure that the applicable statutory requirements flow down to suppliers, contractors, and sub-contractors</w:t>
      </w:r>
    </w:p>
    <w:p w14:paraId="65A2E99D" w14:textId="03FF56FA" w:rsidR="00D370CE" w:rsidRDefault="00D370CE" w:rsidP="00D370CE">
      <w:pPr>
        <w:pStyle w:val="hsr1"/>
      </w:pPr>
      <w:r>
        <w:t>After the award, c</w:t>
      </w:r>
      <w:r w:rsidRPr="00A56A0A">
        <w:t xml:space="preserve">onfirm that </w:t>
      </w:r>
      <w:r>
        <w:t>contractors</w:t>
      </w:r>
      <w:r w:rsidR="00A9432D">
        <w:t>/</w:t>
      </w:r>
      <w:r w:rsidRPr="00A56A0A">
        <w:t xml:space="preserve">manufacturers </w:t>
      </w:r>
      <w:r>
        <w:t xml:space="preserve">understand they </w:t>
      </w:r>
      <w:r w:rsidRPr="00A56A0A">
        <w:t>are responsible for complying with Buy America/n</w:t>
      </w:r>
      <w:r>
        <w:t xml:space="preserve">, and evaluate whether they are capable of complying. </w:t>
      </w:r>
    </w:p>
    <w:p w14:paraId="35E9190F" w14:textId="77777777" w:rsidR="00D370CE" w:rsidRDefault="00D370CE" w:rsidP="00D370CE">
      <w:pPr>
        <w:pStyle w:val="hsr1"/>
      </w:pPr>
      <w:r>
        <w:t xml:space="preserve">Inspect manufacturer’s facilities to verify domestic sourcing.  </w:t>
      </w:r>
    </w:p>
    <w:p w14:paraId="4A7312F0" w14:textId="77777777" w:rsidR="00D370CE" w:rsidRDefault="00D370CE" w:rsidP="00D370CE">
      <w:pPr>
        <w:pStyle w:val="hsr1"/>
      </w:pPr>
      <w:r w:rsidRPr="00577D18">
        <w:t xml:space="preserve">Obtain signed certifications from suppliers and contractors </w:t>
      </w:r>
      <w:r>
        <w:t>when</w:t>
      </w:r>
      <w:r w:rsidRPr="00577D18">
        <w:t xml:space="preserve"> const</w:t>
      </w:r>
      <w:r>
        <w:t>ruction materials are installed</w:t>
      </w:r>
      <w:r w:rsidRPr="00577D18">
        <w:t xml:space="preserve"> or </w:t>
      </w:r>
      <w:r>
        <w:t xml:space="preserve">during the manufacturing process. </w:t>
      </w:r>
    </w:p>
    <w:p w14:paraId="603DB612" w14:textId="2BCE60D5" w:rsidR="00F615F3" w:rsidRPr="00F615F3" w:rsidRDefault="00F615F3" w:rsidP="00F615F3">
      <w:pPr>
        <w:pStyle w:val="hsr1"/>
      </w:pPr>
      <w:r>
        <w:t>Perform formal pre and post award audits for rolling stock procurements</w:t>
      </w:r>
    </w:p>
    <w:p w14:paraId="0B896359" w14:textId="16421715" w:rsidR="00D370CE" w:rsidRDefault="00D370CE" w:rsidP="00D370CE">
      <w:pPr>
        <w:pStyle w:val="Heading2"/>
      </w:pPr>
      <w:r>
        <w:t>MTAC Evaluation of Compliance</w:t>
      </w:r>
    </w:p>
    <w:p w14:paraId="21D3C09C" w14:textId="454D64D7" w:rsidR="00472EC7" w:rsidRDefault="00A9432D" w:rsidP="00044D7E">
      <w:pPr>
        <w:pStyle w:val="hsr1"/>
        <w:numPr>
          <w:ilvl w:val="0"/>
          <w:numId w:val="48"/>
        </w:numPr>
      </w:pPr>
      <w:r>
        <w:t>E</w:t>
      </w:r>
      <w:r w:rsidR="00472EC7">
        <w:t>nsure Grantee</w:t>
      </w:r>
      <w:r>
        <w:t>s</w:t>
      </w:r>
      <w:r w:rsidR="00472EC7">
        <w:t xml:space="preserve"> take </w:t>
      </w:r>
      <w:r>
        <w:t>th</w:t>
      </w:r>
      <w:r w:rsidR="00472EC7">
        <w:t>e actions</w:t>
      </w:r>
      <w:r w:rsidR="00820620">
        <w:t xml:space="preserve"> </w:t>
      </w:r>
      <w:r>
        <w:t xml:space="preserve">noted </w:t>
      </w:r>
      <w:r w:rsidR="00820620">
        <w:t>above</w:t>
      </w:r>
      <w:r>
        <w:t>.  MTAC to perform the following:</w:t>
      </w:r>
      <w:r w:rsidR="00820620">
        <w:t xml:space="preserve"> </w:t>
      </w:r>
    </w:p>
    <w:p w14:paraId="21D3C09D" w14:textId="77777777" w:rsidR="00472EC7" w:rsidRDefault="00472EC7" w:rsidP="00DB69C9">
      <w:pPr>
        <w:pStyle w:val="hsr2"/>
      </w:pPr>
      <w:r>
        <w:t>During design</w:t>
      </w:r>
      <w:r w:rsidR="00DB69C9">
        <w:t>:</w:t>
      </w:r>
    </w:p>
    <w:p w14:paraId="21D3C09E" w14:textId="175C0762" w:rsidR="00472EC7" w:rsidRDefault="00472EC7" w:rsidP="00DB69C9">
      <w:pPr>
        <w:pStyle w:val="hsr3"/>
      </w:pPr>
      <w:r w:rsidRPr="00145145">
        <w:t xml:space="preserve">Check that Grantee’s procedures will </w:t>
      </w:r>
      <w:r w:rsidR="00DB69C9">
        <w:t>en</w:t>
      </w:r>
      <w:r w:rsidR="00DB69C9" w:rsidRPr="00145145">
        <w:t xml:space="preserve">sure </w:t>
      </w:r>
      <w:r w:rsidRPr="00145145">
        <w:t>early detection of any deficiencies in procurement regulations</w:t>
      </w:r>
    </w:p>
    <w:p w14:paraId="21D3C09F" w14:textId="4094017C" w:rsidR="00472EC7" w:rsidRPr="00145145" w:rsidRDefault="00472EC7" w:rsidP="00DB69C9">
      <w:pPr>
        <w:pStyle w:val="hsr3"/>
      </w:pPr>
      <w:r w:rsidRPr="00145145">
        <w:t>Guide Grantees when manufacturers are found to be deficient in Buy America or other related requirements</w:t>
      </w:r>
    </w:p>
    <w:p w14:paraId="21D3C0A0" w14:textId="77777777" w:rsidR="00472EC7" w:rsidRDefault="00472EC7" w:rsidP="00DB69C9">
      <w:pPr>
        <w:pStyle w:val="hsr2"/>
      </w:pPr>
      <w:r>
        <w:t>Before solicitation</w:t>
      </w:r>
      <w:r w:rsidR="00DB69C9">
        <w:t>:</w:t>
      </w:r>
    </w:p>
    <w:p w14:paraId="21D3C0A1" w14:textId="0909C572" w:rsidR="00472EC7" w:rsidRPr="00145145" w:rsidRDefault="00472EC7" w:rsidP="00DB69C9">
      <w:pPr>
        <w:pStyle w:val="hsr3"/>
      </w:pPr>
      <w:r w:rsidRPr="00145145">
        <w:t>Review the Grantee’s bid documents for requirements that could impact the ability of contractors or manufacturers to comply</w:t>
      </w:r>
    </w:p>
    <w:p w14:paraId="21D3C0A2" w14:textId="56E86042" w:rsidR="00472EC7" w:rsidRDefault="00472EC7" w:rsidP="00DB69C9">
      <w:pPr>
        <w:pStyle w:val="hsr3"/>
      </w:pPr>
      <w:r>
        <w:t xml:space="preserve">Oversee pre-award reviews conducted by the Grantee before entering into a contract for construction or purchase for manufactured goods  </w:t>
      </w:r>
    </w:p>
    <w:p w14:paraId="21D3C0A3" w14:textId="2BC1A682" w:rsidR="00472EC7" w:rsidRDefault="00472EC7" w:rsidP="00DB69C9">
      <w:pPr>
        <w:pStyle w:val="hsr3"/>
      </w:pPr>
      <w:r>
        <w:t>Encourage the Grantee to conduct intermediate reviews for rolling stock procurements</w:t>
      </w:r>
    </w:p>
    <w:p w14:paraId="21D3C0A4" w14:textId="77777777" w:rsidR="00472EC7" w:rsidRDefault="00472EC7" w:rsidP="00DB69C9">
      <w:pPr>
        <w:pStyle w:val="hsr2"/>
      </w:pPr>
      <w:r>
        <w:t xml:space="preserve">After </w:t>
      </w:r>
      <w:r w:rsidR="00DB69C9">
        <w:t xml:space="preserve">the </w:t>
      </w:r>
      <w:r>
        <w:t>award</w:t>
      </w:r>
      <w:r w:rsidR="00DB69C9">
        <w:t>:</w:t>
      </w:r>
    </w:p>
    <w:p w14:paraId="21D3C0A5" w14:textId="7BFAFA07" w:rsidR="00472EC7" w:rsidRDefault="00472EC7" w:rsidP="00DB69C9">
      <w:pPr>
        <w:pStyle w:val="hsr3"/>
      </w:pPr>
      <w:r>
        <w:t xml:space="preserve">Oversee </w:t>
      </w:r>
      <w:r w:rsidR="00DB69C9">
        <w:t xml:space="preserve">the </w:t>
      </w:r>
      <w:r>
        <w:t xml:space="preserve">Grantee’s </w:t>
      </w:r>
      <w:r w:rsidR="00CE485F">
        <w:t xml:space="preserve">post-award audit and its </w:t>
      </w:r>
      <w:r>
        <w:t>confirmation that contractors and manufacturers are responsible for and capable of complying</w:t>
      </w:r>
    </w:p>
    <w:p w14:paraId="21D3C0A6" w14:textId="34C36122" w:rsidR="00472EC7" w:rsidRDefault="00472EC7" w:rsidP="00DB69C9">
      <w:pPr>
        <w:pStyle w:val="hsr3"/>
      </w:pPr>
      <w:r w:rsidRPr="00145145">
        <w:t xml:space="preserve">Confirm the Grantee has verified the manufacturer’s bid specifications </w:t>
      </w:r>
      <w:r>
        <w:t>comply</w:t>
      </w:r>
    </w:p>
    <w:p w14:paraId="21D3C0A7" w14:textId="77777777" w:rsidR="00472EC7" w:rsidRDefault="00472EC7" w:rsidP="00DB69C9">
      <w:pPr>
        <w:pStyle w:val="hsr2"/>
      </w:pPr>
      <w:r>
        <w:t>D</w:t>
      </w:r>
      <w:r w:rsidRPr="00145145">
        <w:t>uring construction and manufacturing</w:t>
      </w:r>
      <w:r w:rsidR="00DB69C9">
        <w:t>:</w:t>
      </w:r>
      <w:r w:rsidRPr="00145145">
        <w:t xml:space="preserve"> </w:t>
      </w:r>
    </w:p>
    <w:p w14:paraId="21D3C0A8" w14:textId="6E33BE49" w:rsidR="00472EC7" w:rsidRPr="00145145" w:rsidRDefault="00472EC7" w:rsidP="00DB69C9">
      <w:pPr>
        <w:pStyle w:val="hsr3"/>
      </w:pPr>
      <w:r w:rsidRPr="00145145">
        <w:t xml:space="preserve">Evaluate data provided to </w:t>
      </w:r>
      <w:r w:rsidR="00DB69C9">
        <w:t xml:space="preserve">the </w:t>
      </w:r>
      <w:r w:rsidRPr="00145145">
        <w:t>Grantees by contractors and manufacturers</w:t>
      </w:r>
    </w:p>
    <w:p w14:paraId="21D3C0A9" w14:textId="5217F034" w:rsidR="00472EC7" w:rsidRPr="00145145" w:rsidRDefault="00472EC7" w:rsidP="00DB69C9">
      <w:pPr>
        <w:pStyle w:val="hsr3"/>
      </w:pPr>
      <w:r w:rsidRPr="00145145">
        <w:t xml:space="preserve">Verify final assembly sites along with tangible information and references to FRA regulations </w:t>
      </w:r>
      <w:r w:rsidR="00DB69C9">
        <w:t>to enable</w:t>
      </w:r>
      <w:r w:rsidRPr="00145145">
        <w:t xml:space="preserve"> </w:t>
      </w:r>
      <w:r>
        <w:t>Grantees t</w:t>
      </w:r>
      <w:r w:rsidRPr="00145145">
        <w:t>o a</w:t>
      </w:r>
      <w:r>
        <w:t>ccurately evaluate Buy America review</w:t>
      </w:r>
      <w:r w:rsidRPr="00145145">
        <w:t xml:space="preserve"> results</w:t>
      </w:r>
    </w:p>
    <w:p w14:paraId="21D3C0AA" w14:textId="7B66D420" w:rsidR="00472EC7" w:rsidRPr="00145145" w:rsidRDefault="00472EC7" w:rsidP="00DB69C9">
      <w:pPr>
        <w:pStyle w:val="hsr3"/>
      </w:pPr>
      <w:r w:rsidRPr="00145145">
        <w:t xml:space="preserve">Monitor </w:t>
      </w:r>
      <w:r>
        <w:t xml:space="preserve">compliance </w:t>
      </w:r>
      <w:r w:rsidRPr="00145145">
        <w:t xml:space="preserve">before manufactured </w:t>
      </w:r>
      <w:r w:rsidR="00DB69C9">
        <w:t>e</w:t>
      </w:r>
      <w:r w:rsidR="00DB69C9" w:rsidRPr="00145145">
        <w:t xml:space="preserve">nd </w:t>
      </w:r>
      <w:r w:rsidR="00DB69C9">
        <w:t>p</w:t>
      </w:r>
      <w:r w:rsidR="00DB69C9" w:rsidRPr="00145145">
        <w:t>roducts</w:t>
      </w:r>
      <w:r w:rsidRPr="00145145">
        <w:t xml:space="preserve"> are delivered and placed into service</w:t>
      </w:r>
    </w:p>
    <w:p w14:paraId="21D3C0AB" w14:textId="32E4DCA4" w:rsidR="00472EC7" w:rsidRDefault="00472EC7" w:rsidP="00DB69C9">
      <w:pPr>
        <w:pStyle w:val="hsr3"/>
      </w:pPr>
      <w:r>
        <w:t xml:space="preserve">Confirm the Grantee has obtained signed certifications for all iron, steel, </w:t>
      </w:r>
      <w:r w:rsidR="00DB69C9">
        <w:t xml:space="preserve">and </w:t>
      </w:r>
      <w:r>
        <w:t>manufactured</w:t>
      </w:r>
      <w:r w:rsidR="00DB69C9">
        <w:t xml:space="preserve"> end products</w:t>
      </w:r>
      <w:r>
        <w:t xml:space="preserve"> (including rolling stock)</w:t>
      </w:r>
    </w:p>
    <w:p w14:paraId="21D3C0AC" w14:textId="3873ADE5" w:rsidR="00472EC7" w:rsidRDefault="00472EC7" w:rsidP="00DB69C9">
      <w:pPr>
        <w:pStyle w:val="hsr3"/>
      </w:pPr>
      <w:r>
        <w:t xml:space="preserve">Confirm that the </w:t>
      </w:r>
      <w:r w:rsidR="00DB69C9">
        <w:t>G</w:t>
      </w:r>
      <w:r>
        <w:t>rantee has obtained signed Buy America certifications</w:t>
      </w:r>
      <w:r w:rsidR="00DB69C9">
        <w:t xml:space="preserve"> </w:t>
      </w:r>
      <w:r>
        <w:t xml:space="preserve"> </w:t>
      </w:r>
      <w:r w:rsidR="00430644">
        <w:t>for m</w:t>
      </w:r>
      <w:r>
        <w:t xml:space="preserve">anufactured end products and their components </w:t>
      </w:r>
      <w:r w:rsidR="00430644">
        <w:t xml:space="preserve"> </w:t>
      </w:r>
      <w:r>
        <w:t xml:space="preserve">(See Appendix A </w:t>
      </w:r>
      <w:r w:rsidR="000B5F71">
        <w:t xml:space="preserve">of this MP </w:t>
      </w:r>
      <w:r>
        <w:t>for example</w:t>
      </w:r>
      <w:r w:rsidR="00DB69C9">
        <w:t>s of</w:t>
      </w:r>
      <w:r>
        <w:t xml:space="preserve"> certifications)</w:t>
      </w:r>
    </w:p>
    <w:p w14:paraId="21D3C0AD" w14:textId="151FF9A2" w:rsidR="00472EC7" w:rsidRDefault="00472EC7" w:rsidP="00DB69C9">
      <w:pPr>
        <w:pStyle w:val="hsr3"/>
      </w:pPr>
      <w:r>
        <w:t xml:space="preserve">Check that the Grantee’s certification includes the most up-to-date language requiring compliance with Buy America.  MTACs </w:t>
      </w:r>
      <w:r w:rsidR="00DB69C9">
        <w:t>should</w:t>
      </w:r>
      <w:r>
        <w:t xml:space="preserve"> consult the FRA Buy America website </w:t>
      </w:r>
      <w:r w:rsidR="00DB69C9">
        <w:t xml:space="preserve">at </w:t>
      </w:r>
      <w:hyperlink r:id="rId13" w:history="1">
        <w:r w:rsidR="00DB69C9" w:rsidRPr="00EC332D">
          <w:rPr>
            <w:rStyle w:val="Hyperlink"/>
          </w:rPr>
          <w:t>https://www.fra.dot.gov/Page/P0185</w:t>
        </w:r>
      </w:hyperlink>
      <w:r w:rsidR="00DB69C9">
        <w:t xml:space="preserve"> </w:t>
      </w:r>
      <w:r>
        <w:t xml:space="preserve">for recent changes  </w:t>
      </w:r>
    </w:p>
    <w:p w14:paraId="21D3C0AE" w14:textId="06B87D6B" w:rsidR="00472EC7" w:rsidRDefault="008C7372" w:rsidP="00DB69C9">
      <w:pPr>
        <w:pStyle w:val="hsr3"/>
      </w:pPr>
      <w:r>
        <w:lastRenderedPageBreak/>
        <w:t xml:space="preserve">Review </w:t>
      </w:r>
      <w:r w:rsidR="00472EC7">
        <w:t>the Grantee’s certifications and supporting documents</w:t>
      </w:r>
      <w:r>
        <w:t xml:space="preserve"> in detail</w:t>
      </w:r>
      <w:r w:rsidR="00472EC7">
        <w:t xml:space="preserve">. </w:t>
      </w:r>
      <w:r>
        <w:t xml:space="preserve">Ensure </w:t>
      </w:r>
      <w:r w:rsidR="00472EC7">
        <w:t xml:space="preserve"> the Grantee’s Buy America team has “drilled down” to the lowest level required </w:t>
      </w:r>
      <w:r>
        <w:t>t</w:t>
      </w:r>
      <w:r w:rsidR="00472EC7">
        <w:t>o demonstrate that claims of U.S. origin content are valid</w:t>
      </w:r>
    </w:p>
    <w:p w14:paraId="21D3C0AF" w14:textId="7A8F38B6" w:rsidR="00472EC7" w:rsidRDefault="00472EC7" w:rsidP="00DB69C9">
      <w:pPr>
        <w:pStyle w:val="hsr3"/>
      </w:pPr>
      <w:r>
        <w:t>Ensure that component manufacturing requirements are met</w:t>
      </w:r>
      <w:r w:rsidR="008C7372">
        <w:t>. If</w:t>
      </w:r>
      <w:r>
        <w:t xml:space="preserve"> there is doubt (for instance whe</w:t>
      </w:r>
      <w:r w:rsidR="008C7372">
        <w:t>n</w:t>
      </w:r>
      <w:r>
        <w:t xml:space="preserve"> major sub-assemblies of a component are made out-of-country but incorporated during the domestic vehicle final assembly)</w:t>
      </w:r>
      <w:r w:rsidR="008C7372">
        <w:t xml:space="preserve"> </w:t>
      </w:r>
      <w:r w:rsidR="00430644">
        <w:t xml:space="preserve">bring these to </w:t>
      </w:r>
      <w:r w:rsidR="00EB67B9">
        <w:t xml:space="preserve">the </w:t>
      </w:r>
      <w:r>
        <w:t xml:space="preserve">Grantee’s attention for clarification. If the Grantee cannot justify the discrepancy, the MTAC should report this finding to the FRA for </w:t>
      </w:r>
      <w:r w:rsidR="00EB67B9">
        <w:t>further action</w:t>
      </w:r>
      <w:r>
        <w:t>.</w:t>
      </w:r>
    </w:p>
    <w:p w14:paraId="21D3C0B0" w14:textId="77777777" w:rsidR="00472EC7" w:rsidRDefault="00472EC7" w:rsidP="00DB69C9">
      <w:pPr>
        <w:pStyle w:val="hsr2"/>
      </w:pPr>
      <w:r>
        <w:t>Throughout the entire process</w:t>
      </w:r>
      <w:r w:rsidR="00C43628">
        <w:t>:</w:t>
      </w:r>
    </w:p>
    <w:p w14:paraId="21D3C0B2" w14:textId="2CE6CD36" w:rsidR="00472EC7" w:rsidRDefault="00C43628" w:rsidP="00DB69C9">
      <w:pPr>
        <w:pStyle w:val="hsr3"/>
      </w:pPr>
      <w:r>
        <w:t>Intervene at the appropriate time</w:t>
      </w:r>
      <w:r w:rsidR="00472EC7">
        <w:t xml:space="preserve"> </w:t>
      </w:r>
      <w:r>
        <w:t>if it appears</w:t>
      </w:r>
      <w:r w:rsidR="00472EC7">
        <w:t xml:space="preserve"> that Buy America might not be met or the Grantee’s audit is inadequate</w:t>
      </w:r>
      <w:r w:rsidR="00A9432D">
        <w:t>; r</w:t>
      </w:r>
      <w:r w:rsidR="00472EC7">
        <w:t xml:space="preserve">equest FRA intervention when deficiencies are uncovered; provide reporting protocols </w:t>
      </w:r>
      <w:r>
        <w:t xml:space="preserve">for the Grantee </w:t>
      </w:r>
      <w:r w:rsidR="00472EC7">
        <w:t>to adopt</w:t>
      </w:r>
    </w:p>
    <w:p w14:paraId="5B499AE6" w14:textId="77777777" w:rsidR="00565DF0" w:rsidRDefault="00C43628" w:rsidP="00C43628">
      <w:pPr>
        <w:pStyle w:val="hsr1"/>
      </w:pPr>
      <w:r>
        <w:t>T</w:t>
      </w:r>
      <w:r w:rsidR="00472EC7">
        <w:t xml:space="preserve">he MTAC </w:t>
      </w:r>
      <w:r w:rsidR="00565DF0">
        <w:t xml:space="preserve">should </w:t>
      </w:r>
      <w:r w:rsidR="00472EC7">
        <w:t>discuss recommendations and possible corrective actions with the</w:t>
      </w:r>
      <w:r w:rsidR="00565DF0">
        <w:t xml:space="preserve"> FRA and concurrently with the</w:t>
      </w:r>
      <w:r w:rsidR="00472EC7">
        <w:t xml:space="preserve"> Grantee</w:t>
      </w:r>
      <w:r w:rsidR="00565DF0">
        <w:t>.  Examples:</w:t>
      </w:r>
    </w:p>
    <w:p w14:paraId="381B4D18" w14:textId="1E774341" w:rsidR="00FD632C" w:rsidRDefault="004A372A" w:rsidP="00FD632C">
      <w:pPr>
        <w:pStyle w:val="hsr2"/>
      </w:pPr>
      <w:r>
        <w:t>Advise</w:t>
      </w:r>
      <w:r w:rsidR="00565DF0" w:rsidRPr="00565DF0">
        <w:t xml:space="preserve"> </w:t>
      </w:r>
      <w:r w:rsidR="00FD632C">
        <w:t xml:space="preserve">revision of Grantee’s </w:t>
      </w:r>
      <w:r w:rsidR="00565DF0">
        <w:t xml:space="preserve">procurement </w:t>
      </w:r>
      <w:r w:rsidR="00FD632C">
        <w:t xml:space="preserve">documents to include </w:t>
      </w:r>
      <w:r w:rsidR="00472EC7">
        <w:t xml:space="preserve">Buy America </w:t>
      </w:r>
    </w:p>
    <w:p w14:paraId="473EC17F" w14:textId="088171F8" w:rsidR="00FD632C" w:rsidRDefault="004A372A" w:rsidP="00FD632C">
      <w:pPr>
        <w:pStyle w:val="hsr2"/>
      </w:pPr>
      <w:r>
        <w:t>Ad</w:t>
      </w:r>
      <w:r w:rsidR="00FD632C" w:rsidRPr="00FD632C">
        <w:t xml:space="preserve">vise </w:t>
      </w:r>
      <w:r w:rsidR="00FD632C">
        <w:t xml:space="preserve">performance of a procurement review by </w:t>
      </w:r>
      <w:r w:rsidR="00FD632C" w:rsidRPr="00FD632C">
        <w:t>the Grantee</w:t>
      </w:r>
      <w:r w:rsidR="00FD632C">
        <w:t xml:space="preserve"> </w:t>
      </w:r>
      <w:r w:rsidR="00FD632C" w:rsidRPr="00FD632C">
        <w:t>to</w:t>
      </w:r>
      <w:r w:rsidR="00FD632C">
        <w:t xml:space="preserve"> verify </w:t>
      </w:r>
      <w:r w:rsidR="00FD632C" w:rsidRPr="00FD632C">
        <w:t>compl</w:t>
      </w:r>
      <w:r>
        <w:t>iance</w:t>
      </w:r>
      <w:r w:rsidR="00FD632C">
        <w:t>; where faults exist, to</w:t>
      </w:r>
      <w:r w:rsidR="00FD632C" w:rsidRPr="00FD632C">
        <w:t xml:space="preserve"> modify </w:t>
      </w:r>
      <w:r w:rsidR="00FD632C">
        <w:t>language and p</w:t>
      </w:r>
      <w:r w:rsidR="00FD632C" w:rsidRPr="00FD632C">
        <w:t>rocedures for future procurements</w:t>
      </w:r>
      <w:r w:rsidR="00FD632C">
        <w:t>.</w:t>
      </w:r>
    </w:p>
    <w:p w14:paraId="36B1B91A" w14:textId="30EECC45" w:rsidR="00FD632C" w:rsidRDefault="004A372A" w:rsidP="00A9432D">
      <w:pPr>
        <w:pStyle w:val="hsr2"/>
      </w:pPr>
      <w:r>
        <w:t xml:space="preserve">Advise </w:t>
      </w:r>
      <w:r w:rsidR="00FD632C">
        <w:t>explanation of circumstances that have led to a</w:t>
      </w:r>
      <w:r w:rsidR="00472EC7">
        <w:t xml:space="preserve"> manufacturer’s </w:t>
      </w:r>
      <w:r w:rsidR="00FD632C">
        <w:t xml:space="preserve">noncompliant </w:t>
      </w:r>
      <w:r w:rsidR="00472EC7">
        <w:t>process</w:t>
      </w:r>
      <w:r w:rsidR="00FD632C">
        <w:t xml:space="preserve"> that</w:t>
      </w:r>
      <w:r w:rsidR="00472EC7">
        <w:t xml:space="preserve"> include</w:t>
      </w:r>
      <w:r w:rsidR="005E5590">
        <w:t>s</w:t>
      </w:r>
      <w:r w:rsidR="00472EC7">
        <w:t xml:space="preserve"> partial assembly outside of the U.S. </w:t>
      </w:r>
    </w:p>
    <w:p w14:paraId="21D3C0BC" w14:textId="118BD270" w:rsidR="00472EC7" w:rsidRDefault="00472EC7" w:rsidP="00A9432D">
      <w:pPr>
        <w:pStyle w:val="hsr2"/>
        <w:numPr>
          <w:ilvl w:val="0"/>
          <w:numId w:val="0"/>
        </w:numPr>
      </w:pPr>
    </w:p>
    <w:p w14:paraId="0FF4827A" w14:textId="77777777" w:rsidR="00A9432D" w:rsidRDefault="001C235D" w:rsidP="00A9432D">
      <w:pPr>
        <w:pStyle w:val="Heading1"/>
        <w:spacing w:before="0" w:after="0"/>
      </w:pPr>
      <w:r>
        <w:t>REFERENCES</w:t>
      </w:r>
      <w:r w:rsidR="0077526B">
        <w:t xml:space="preserve"> – See MP 0</w:t>
      </w:r>
      <w:r w:rsidR="00A9432D">
        <w:t>1</w:t>
      </w:r>
    </w:p>
    <w:p w14:paraId="5C3FD484" w14:textId="77777777" w:rsidR="00A9432D" w:rsidRPr="00A9432D" w:rsidRDefault="00A9432D" w:rsidP="00A9432D"/>
    <w:p w14:paraId="5C757F53" w14:textId="638238D7" w:rsidR="00C223DA" w:rsidRDefault="00A9432D" w:rsidP="00A9432D">
      <w:pPr>
        <w:pStyle w:val="Heading1"/>
        <w:spacing w:before="0" w:after="0"/>
      </w:pPr>
      <w:r>
        <w:t>CERTIFICATES (samples)</w:t>
      </w:r>
    </w:p>
    <w:p w14:paraId="21D3C0C8" w14:textId="64078A3F" w:rsidR="00472EC7" w:rsidRPr="00C223DA" w:rsidRDefault="00A9432D" w:rsidP="00C223DA">
      <w:pPr>
        <w:pStyle w:val="Heading1"/>
        <w:numPr>
          <w:ilvl w:val="0"/>
          <w:numId w:val="0"/>
        </w:numPr>
        <w:ind w:left="432" w:hanging="432"/>
        <w:rPr>
          <w:b w:val="0"/>
          <w:caps w:val="0"/>
        </w:rPr>
      </w:pPr>
      <w:r>
        <w:rPr>
          <w:b w:val="0"/>
          <w:caps w:val="0"/>
        </w:rPr>
        <w:t xml:space="preserve">These </w:t>
      </w:r>
      <w:r w:rsidR="00472EC7" w:rsidRPr="00C223DA">
        <w:rPr>
          <w:b w:val="0"/>
          <w:caps w:val="0"/>
        </w:rPr>
        <w:t>certificat</w:t>
      </w:r>
      <w:r w:rsidR="00FD632C" w:rsidRPr="00C223DA">
        <w:rPr>
          <w:b w:val="0"/>
          <w:caps w:val="0"/>
        </w:rPr>
        <w:t>es</w:t>
      </w:r>
      <w:r w:rsidR="00472EC7" w:rsidRPr="00C223DA">
        <w:rPr>
          <w:b w:val="0"/>
          <w:caps w:val="0"/>
        </w:rPr>
        <w:t xml:space="preserve"> </w:t>
      </w:r>
      <w:r w:rsidR="00FD632C" w:rsidRPr="00C223DA">
        <w:rPr>
          <w:b w:val="0"/>
          <w:caps w:val="0"/>
        </w:rPr>
        <w:t xml:space="preserve">are </w:t>
      </w:r>
      <w:r w:rsidR="00472EC7" w:rsidRPr="00C223DA">
        <w:rPr>
          <w:b w:val="0"/>
          <w:caps w:val="0"/>
        </w:rPr>
        <w:t>required for Buy America compliance</w:t>
      </w:r>
      <w:r>
        <w:rPr>
          <w:b w:val="0"/>
          <w:caps w:val="0"/>
        </w:rPr>
        <w:t xml:space="preserve">, </w:t>
      </w:r>
      <w:hyperlink r:id="rId14" w:history="1">
        <w:r w:rsidR="00472EC7" w:rsidRPr="00C223DA">
          <w:rPr>
            <w:rStyle w:val="Hyperlink"/>
            <w:b w:val="0"/>
            <w:caps w:val="0"/>
          </w:rPr>
          <w:t>https://www.fra.dot.gov/Page/P0185</w:t>
        </w:r>
      </w:hyperlink>
    </w:p>
    <w:p w14:paraId="21D3C0CA" w14:textId="77777777" w:rsidR="00472EC7" w:rsidRPr="00946A6B" w:rsidRDefault="00472EC7" w:rsidP="00472EC7">
      <w:pPr>
        <w:rPr>
          <w:rFonts w:ascii="Calibri" w:eastAsia="Times New Roman" w:hAnsi="Calibri" w:cs="Times New Roman"/>
          <w:color w:val="0000FF"/>
          <w:u w:val="single"/>
        </w:rPr>
      </w:pPr>
      <w:r w:rsidRPr="00946A6B">
        <w:rPr>
          <w:rFonts w:ascii="Times New Roman" w:eastAsia="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21D3C12C" wp14:editId="4041C296">
                <wp:simplePos x="0" y="0"/>
                <wp:positionH relativeFrom="column">
                  <wp:posOffset>-85725</wp:posOffset>
                </wp:positionH>
                <wp:positionV relativeFrom="paragraph">
                  <wp:posOffset>116205</wp:posOffset>
                </wp:positionV>
                <wp:extent cx="6343650" cy="1685925"/>
                <wp:effectExtent l="0" t="0" r="19050" b="28575"/>
                <wp:wrapNone/>
                <wp:docPr id="3" name="Rectangle 6"/>
                <wp:cNvGraphicFramePr/>
                <a:graphic xmlns:a="http://schemas.openxmlformats.org/drawingml/2006/main">
                  <a:graphicData uri="http://schemas.microsoft.com/office/word/2010/wordprocessingShape">
                    <wps:wsp>
                      <wps:cNvSpPr/>
                      <wps:spPr>
                        <a:xfrm>
                          <a:off x="0" y="0"/>
                          <a:ext cx="6343650" cy="168592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6.75pt;margin-top:9.15pt;width:499.5pt;height:13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" filled="f" strokecolor="windowText" strokeweight="1pt"/>
            </w:pict>
          </mc:Fallback>
        </mc:AlternateContent>
      </w:r>
    </w:p>
    <w:p w14:paraId="21D3C0CB" w14:textId="77777777" w:rsidR="00472EC7" w:rsidRPr="00A9432D" w:rsidRDefault="00472EC7" w:rsidP="00472EC7">
      <w:pPr>
        <w:jc w:val="center"/>
        <w:rPr>
          <w:rFonts w:ascii="Calibri" w:eastAsia="Times New Roman" w:hAnsi="Calibri" w:cs="Times New Roman"/>
          <w:b/>
          <w:color w:val="000000" w:themeColor="text1"/>
          <w:sz w:val="20"/>
          <w:szCs w:val="20"/>
          <w:u w:val="single"/>
        </w:rPr>
      </w:pPr>
      <w:r w:rsidRPr="00A9432D">
        <w:rPr>
          <w:rFonts w:ascii="Calibri" w:eastAsia="Times New Roman" w:hAnsi="Calibri" w:cs="Times New Roman"/>
          <w:b/>
          <w:color w:val="000000" w:themeColor="text1"/>
          <w:sz w:val="20"/>
          <w:szCs w:val="20"/>
          <w:u w:val="single"/>
        </w:rPr>
        <w:t>Certificate of Compliance with Buy America Requirements</w:t>
      </w:r>
    </w:p>
    <w:p w14:paraId="21D3C0CC" w14:textId="77777777" w:rsidR="00472EC7" w:rsidRPr="00A9432D" w:rsidRDefault="00472EC7" w:rsidP="00472EC7">
      <w:pPr>
        <w:rPr>
          <w:rFonts w:ascii="Calibri" w:eastAsia="Times New Roman" w:hAnsi="Calibri" w:cs="Times New Roman"/>
          <w:color w:val="000000" w:themeColor="text1"/>
          <w:sz w:val="20"/>
          <w:szCs w:val="20"/>
          <w:u w:val="single"/>
        </w:rPr>
      </w:pPr>
    </w:p>
    <w:p w14:paraId="21D3C0CD" w14:textId="77777777" w:rsidR="00472EC7" w:rsidRPr="00A9432D" w:rsidRDefault="00472EC7" w:rsidP="00472EC7">
      <w:pPr>
        <w:rPr>
          <w:rFonts w:ascii="Calibri" w:eastAsia="Times New Roman" w:hAnsi="Calibri" w:cs="Times New Roman"/>
          <w:color w:val="000000" w:themeColor="text1"/>
          <w:sz w:val="20"/>
          <w:szCs w:val="20"/>
        </w:rPr>
      </w:pPr>
      <w:r w:rsidRPr="00A9432D">
        <w:rPr>
          <w:rFonts w:ascii="Calibri" w:eastAsia="Times New Roman" w:hAnsi="Calibri" w:cs="Times New Roman"/>
          <w:color w:val="000000" w:themeColor="text1"/>
          <w:sz w:val="20"/>
          <w:szCs w:val="20"/>
        </w:rPr>
        <w:t xml:space="preserve">The bidder or </w:t>
      </w:r>
      <w:proofErr w:type="spellStart"/>
      <w:r w:rsidRPr="00A9432D">
        <w:rPr>
          <w:rFonts w:ascii="Calibri" w:eastAsia="Times New Roman" w:hAnsi="Calibri" w:cs="Times New Roman"/>
          <w:color w:val="000000" w:themeColor="text1"/>
          <w:sz w:val="20"/>
          <w:szCs w:val="20"/>
        </w:rPr>
        <w:t>offeror</w:t>
      </w:r>
      <w:proofErr w:type="spellEnd"/>
      <w:r w:rsidRPr="00A9432D">
        <w:rPr>
          <w:rFonts w:ascii="Calibri" w:eastAsia="Times New Roman" w:hAnsi="Calibri" w:cs="Times New Roman"/>
          <w:color w:val="000000" w:themeColor="text1"/>
          <w:sz w:val="20"/>
          <w:szCs w:val="20"/>
        </w:rPr>
        <w:t xml:space="preserve"> hereby certifies that it will comply with the FRA Buy America requirements of 49 U.S.C. Section 24405(a</w:t>
      </w:r>
      <w:proofErr w:type="gramStart"/>
      <w:r w:rsidRPr="00A9432D">
        <w:rPr>
          <w:rFonts w:ascii="Calibri" w:eastAsia="Times New Roman" w:hAnsi="Calibri" w:cs="Times New Roman"/>
          <w:color w:val="000000" w:themeColor="text1"/>
          <w:sz w:val="20"/>
          <w:szCs w:val="20"/>
        </w:rPr>
        <w:t>)(</w:t>
      </w:r>
      <w:proofErr w:type="gramEnd"/>
      <w:r w:rsidRPr="00A9432D">
        <w:rPr>
          <w:rFonts w:ascii="Calibri" w:eastAsia="Times New Roman" w:hAnsi="Calibri" w:cs="Times New Roman"/>
          <w:color w:val="000000" w:themeColor="text1"/>
          <w:sz w:val="20"/>
          <w:szCs w:val="20"/>
        </w:rPr>
        <w:t>1).</w:t>
      </w:r>
    </w:p>
    <w:p w14:paraId="3166163A" w14:textId="77777777" w:rsidR="004E5162" w:rsidRPr="00A9432D" w:rsidRDefault="004E5162" w:rsidP="00472EC7">
      <w:pPr>
        <w:rPr>
          <w:rFonts w:ascii="Calibri" w:eastAsia="Times New Roman" w:hAnsi="Calibri" w:cs="Times New Roman"/>
          <w:color w:val="000000" w:themeColor="text1"/>
          <w:sz w:val="20"/>
          <w:szCs w:val="20"/>
          <w:u w:val="single"/>
        </w:rPr>
      </w:pPr>
    </w:p>
    <w:p w14:paraId="21D3C0CF" w14:textId="77777777" w:rsidR="00472EC7" w:rsidRPr="00A9432D" w:rsidRDefault="00472EC7" w:rsidP="00472EC7">
      <w:pPr>
        <w:rPr>
          <w:rFonts w:ascii="Calibri" w:eastAsia="Times New Roman" w:hAnsi="Calibri" w:cs="Times New Roman"/>
          <w:color w:val="000000" w:themeColor="text1"/>
          <w:sz w:val="20"/>
          <w:szCs w:val="20"/>
          <w:u w:val="single"/>
        </w:rPr>
      </w:pPr>
      <w:r w:rsidRPr="00A9432D">
        <w:rPr>
          <w:rFonts w:ascii="Calibri" w:eastAsia="Times New Roman" w:hAnsi="Calibri" w:cs="Times New Roman"/>
          <w:color w:val="000000" w:themeColor="text1"/>
          <w:sz w:val="20"/>
          <w:szCs w:val="20"/>
          <w:u w:val="single"/>
        </w:rPr>
        <w:t>Date___________________________________________________________________</w:t>
      </w:r>
    </w:p>
    <w:p w14:paraId="21D3C0D0" w14:textId="77777777" w:rsidR="00472EC7" w:rsidRPr="00A9432D" w:rsidRDefault="00472EC7" w:rsidP="00472EC7">
      <w:pPr>
        <w:rPr>
          <w:rFonts w:ascii="Calibri" w:eastAsia="Times New Roman" w:hAnsi="Calibri" w:cs="Times New Roman"/>
          <w:color w:val="000000" w:themeColor="text1"/>
          <w:sz w:val="20"/>
          <w:szCs w:val="20"/>
          <w:u w:val="single"/>
        </w:rPr>
      </w:pPr>
      <w:r w:rsidRPr="00A9432D">
        <w:rPr>
          <w:rFonts w:ascii="Calibri" w:eastAsia="Times New Roman" w:hAnsi="Calibri" w:cs="Times New Roman"/>
          <w:color w:val="000000" w:themeColor="text1"/>
          <w:sz w:val="20"/>
          <w:szCs w:val="20"/>
          <w:u w:val="single"/>
        </w:rPr>
        <w:t>Signature______________________________________________________________ Company______________________________________________________________</w:t>
      </w:r>
    </w:p>
    <w:p w14:paraId="21D3C0D1" w14:textId="7D531212" w:rsidR="00472EC7" w:rsidRPr="00A9432D" w:rsidRDefault="00472EC7" w:rsidP="00472EC7">
      <w:pPr>
        <w:rPr>
          <w:rFonts w:ascii="Calibri" w:eastAsia="Times New Roman" w:hAnsi="Calibri" w:cs="Times New Roman"/>
          <w:color w:val="000000" w:themeColor="text1"/>
          <w:sz w:val="20"/>
          <w:szCs w:val="20"/>
          <w:u w:val="single"/>
        </w:rPr>
      </w:pPr>
      <w:r w:rsidRPr="00A9432D">
        <w:rPr>
          <w:rFonts w:ascii="Calibri" w:eastAsia="Times New Roman" w:hAnsi="Calibri" w:cs="Times New Roman"/>
          <w:color w:val="000000" w:themeColor="text1"/>
          <w:sz w:val="20"/>
          <w:szCs w:val="20"/>
          <w:u w:val="single"/>
        </w:rPr>
        <w:t>Name</w:t>
      </w:r>
      <w:r w:rsidR="00A9432D" w:rsidRPr="00A9432D">
        <w:rPr>
          <w:rFonts w:ascii="Calibri" w:eastAsia="Times New Roman" w:hAnsi="Calibri" w:cs="Times New Roman"/>
          <w:color w:val="000000" w:themeColor="text1"/>
          <w:sz w:val="20"/>
          <w:szCs w:val="20"/>
          <w:u w:val="single"/>
        </w:rPr>
        <w:t>, Title</w:t>
      </w:r>
      <w:r w:rsidRPr="00A9432D">
        <w:rPr>
          <w:rFonts w:ascii="Calibri" w:eastAsia="Times New Roman" w:hAnsi="Calibri" w:cs="Times New Roman"/>
          <w:color w:val="000000" w:themeColor="text1"/>
          <w:sz w:val="20"/>
          <w:szCs w:val="20"/>
          <w:u w:val="single"/>
        </w:rPr>
        <w:t>___________________________________________</w:t>
      </w:r>
      <w:r w:rsidR="00A9432D" w:rsidRPr="00A9432D">
        <w:rPr>
          <w:rFonts w:ascii="Calibri" w:eastAsia="Times New Roman" w:hAnsi="Calibri" w:cs="Times New Roman"/>
          <w:color w:val="000000" w:themeColor="text1"/>
          <w:sz w:val="20"/>
          <w:szCs w:val="20"/>
          <w:u w:val="single"/>
        </w:rPr>
        <w:t>__________________</w:t>
      </w:r>
    </w:p>
    <w:p w14:paraId="21D3C0D2" w14:textId="77777777" w:rsidR="00472EC7" w:rsidRPr="00A9432D" w:rsidRDefault="00472EC7" w:rsidP="00472EC7">
      <w:pPr>
        <w:rPr>
          <w:rFonts w:ascii="Calibri" w:eastAsia="Times New Roman" w:hAnsi="Calibri" w:cs="Times New Roman"/>
          <w:color w:val="000000" w:themeColor="text1"/>
          <w:sz w:val="20"/>
          <w:szCs w:val="20"/>
          <w:u w:val="single"/>
        </w:rPr>
      </w:pPr>
    </w:p>
    <w:p w14:paraId="21D3C0D4" w14:textId="77777777" w:rsidR="00472EC7" w:rsidRPr="00A9432D" w:rsidRDefault="00472EC7" w:rsidP="00472EC7">
      <w:pPr>
        <w:rPr>
          <w:rFonts w:ascii="Calibri" w:eastAsia="Times New Roman" w:hAnsi="Calibri" w:cs="Times New Roman"/>
          <w:color w:val="000000" w:themeColor="text1"/>
          <w:sz w:val="20"/>
          <w:szCs w:val="20"/>
          <w:u w:val="single"/>
        </w:rPr>
      </w:pPr>
      <w:r w:rsidRPr="00A9432D">
        <w:rPr>
          <w:rFonts w:ascii="Times New Roman" w:eastAsia="Times New Roman" w:hAnsi="Times New Roman" w:cs="Times New Roman"/>
          <w:noProof/>
          <w:color w:val="000000" w:themeColor="text1"/>
          <w:sz w:val="20"/>
          <w:szCs w:val="20"/>
        </w:rPr>
        <mc:AlternateContent>
          <mc:Choice Requires="wps">
            <w:drawing>
              <wp:anchor distT="0" distB="0" distL="114300" distR="114300" simplePos="0" relativeHeight="251662336" behindDoc="0" locked="0" layoutInCell="1" allowOverlap="1" wp14:anchorId="21D3C12E" wp14:editId="6B6E0603">
                <wp:simplePos x="0" y="0"/>
                <wp:positionH relativeFrom="column">
                  <wp:posOffset>-85725</wp:posOffset>
                </wp:positionH>
                <wp:positionV relativeFrom="paragraph">
                  <wp:posOffset>92075</wp:posOffset>
                </wp:positionV>
                <wp:extent cx="6343650" cy="1619250"/>
                <wp:effectExtent l="0" t="0" r="19050" b="19050"/>
                <wp:wrapNone/>
                <wp:docPr id="4" name="Rectangle 7"/>
                <wp:cNvGraphicFramePr/>
                <a:graphic xmlns:a="http://schemas.openxmlformats.org/drawingml/2006/main">
                  <a:graphicData uri="http://schemas.microsoft.com/office/word/2010/wordprocessingShape">
                    <wps:wsp>
                      <wps:cNvSpPr/>
                      <wps:spPr>
                        <a:xfrm>
                          <a:off x="0" y="0"/>
                          <a:ext cx="6343650" cy="161925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6.75pt;margin-top:7.25pt;width:499.5pt;height:1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" filled="f" strokecolor="windowText" strokeweight="1pt"/>
            </w:pict>
          </mc:Fallback>
        </mc:AlternateContent>
      </w:r>
    </w:p>
    <w:p w14:paraId="21D3C0D5" w14:textId="77777777" w:rsidR="00472EC7" w:rsidRPr="00A9432D" w:rsidRDefault="00472EC7" w:rsidP="00472EC7">
      <w:pPr>
        <w:ind w:left="1440" w:firstLine="720"/>
        <w:rPr>
          <w:rFonts w:ascii="Calibri" w:eastAsia="Times New Roman" w:hAnsi="Calibri" w:cs="Times New Roman"/>
          <w:b/>
          <w:color w:val="000000" w:themeColor="text1"/>
          <w:sz w:val="20"/>
          <w:szCs w:val="20"/>
          <w:u w:val="single"/>
        </w:rPr>
      </w:pPr>
      <w:r w:rsidRPr="00A9432D">
        <w:rPr>
          <w:rFonts w:ascii="Calibri" w:eastAsia="Times New Roman" w:hAnsi="Calibri" w:cs="Times New Roman"/>
          <w:b/>
          <w:color w:val="000000" w:themeColor="text1"/>
          <w:sz w:val="20"/>
          <w:szCs w:val="20"/>
          <w:u w:val="single"/>
        </w:rPr>
        <w:t>Certificate of Non-Compliance with Buy America Requirements</w:t>
      </w:r>
    </w:p>
    <w:p w14:paraId="21D3C0D6" w14:textId="77777777" w:rsidR="00472EC7" w:rsidRPr="00A9432D" w:rsidRDefault="00472EC7" w:rsidP="00472EC7">
      <w:pPr>
        <w:rPr>
          <w:rFonts w:ascii="Calibri" w:eastAsia="Times New Roman" w:hAnsi="Calibri" w:cs="Times New Roman"/>
          <w:color w:val="000000" w:themeColor="text1"/>
          <w:sz w:val="20"/>
          <w:szCs w:val="20"/>
          <w:u w:val="single"/>
        </w:rPr>
      </w:pPr>
    </w:p>
    <w:p w14:paraId="21D3C0D7" w14:textId="77777777" w:rsidR="00472EC7" w:rsidRPr="00A9432D" w:rsidRDefault="00472EC7" w:rsidP="00472EC7">
      <w:pPr>
        <w:rPr>
          <w:rFonts w:ascii="Calibri" w:eastAsia="Times New Roman" w:hAnsi="Calibri" w:cs="Times New Roman"/>
          <w:color w:val="000000" w:themeColor="text1"/>
          <w:sz w:val="20"/>
          <w:szCs w:val="20"/>
        </w:rPr>
      </w:pPr>
      <w:r w:rsidRPr="00A9432D">
        <w:rPr>
          <w:rFonts w:ascii="Calibri" w:eastAsia="Times New Roman" w:hAnsi="Calibri" w:cs="Times New Roman"/>
          <w:color w:val="000000" w:themeColor="text1"/>
          <w:sz w:val="20"/>
          <w:szCs w:val="20"/>
        </w:rPr>
        <w:t xml:space="preserve">The bidder or </w:t>
      </w:r>
      <w:proofErr w:type="spellStart"/>
      <w:r w:rsidRPr="00A9432D">
        <w:rPr>
          <w:rFonts w:ascii="Calibri" w:eastAsia="Times New Roman" w:hAnsi="Calibri" w:cs="Times New Roman"/>
          <w:color w:val="000000" w:themeColor="text1"/>
          <w:sz w:val="20"/>
          <w:szCs w:val="20"/>
        </w:rPr>
        <w:t>offeror</w:t>
      </w:r>
      <w:proofErr w:type="spellEnd"/>
      <w:r w:rsidRPr="00A9432D">
        <w:rPr>
          <w:rFonts w:ascii="Calibri" w:eastAsia="Times New Roman" w:hAnsi="Calibri" w:cs="Times New Roman"/>
          <w:color w:val="000000" w:themeColor="text1"/>
          <w:sz w:val="20"/>
          <w:szCs w:val="20"/>
        </w:rPr>
        <w:t xml:space="preserve"> hereby certifies that it cannot comply with the requirements of 49 U.S.C. Section 24405(a</w:t>
      </w:r>
      <w:proofErr w:type="gramStart"/>
      <w:r w:rsidRPr="00A9432D">
        <w:rPr>
          <w:rFonts w:ascii="Calibri" w:eastAsia="Times New Roman" w:hAnsi="Calibri" w:cs="Times New Roman"/>
          <w:color w:val="000000" w:themeColor="text1"/>
          <w:sz w:val="20"/>
          <w:szCs w:val="20"/>
        </w:rPr>
        <w:t>)(</w:t>
      </w:r>
      <w:proofErr w:type="gramEnd"/>
      <w:r w:rsidRPr="00A9432D">
        <w:rPr>
          <w:rFonts w:ascii="Calibri" w:eastAsia="Times New Roman" w:hAnsi="Calibri" w:cs="Times New Roman"/>
          <w:color w:val="000000" w:themeColor="text1"/>
          <w:sz w:val="20"/>
          <w:szCs w:val="20"/>
        </w:rPr>
        <w:t>1), but it may qualify for an exception to the requirement pursuant to 49 U.S.C. Section 24405(a)(2).</w:t>
      </w:r>
    </w:p>
    <w:p w14:paraId="21D3C0D8" w14:textId="77777777" w:rsidR="00472EC7" w:rsidRPr="00A9432D" w:rsidRDefault="00472EC7" w:rsidP="00472EC7">
      <w:pPr>
        <w:rPr>
          <w:rFonts w:ascii="Calibri" w:eastAsia="Times New Roman" w:hAnsi="Calibri" w:cs="Times New Roman"/>
          <w:color w:val="000000" w:themeColor="text1"/>
          <w:sz w:val="20"/>
          <w:szCs w:val="20"/>
          <w:u w:val="single"/>
        </w:rPr>
      </w:pPr>
    </w:p>
    <w:p w14:paraId="5B87848E" w14:textId="78F52DA0" w:rsidR="004E5162" w:rsidRPr="00A9432D" w:rsidRDefault="00472EC7" w:rsidP="00472EC7">
      <w:pPr>
        <w:rPr>
          <w:rFonts w:ascii="Calibri" w:eastAsia="Times New Roman" w:hAnsi="Calibri" w:cs="Times New Roman"/>
          <w:color w:val="000000" w:themeColor="text1"/>
          <w:sz w:val="20"/>
          <w:szCs w:val="20"/>
          <w:u w:val="single"/>
        </w:rPr>
      </w:pPr>
      <w:r w:rsidRPr="00A9432D">
        <w:rPr>
          <w:rFonts w:ascii="Calibri" w:eastAsia="Times New Roman" w:hAnsi="Calibri" w:cs="Times New Roman"/>
          <w:color w:val="000000" w:themeColor="text1"/>
          <w:sz w:val="20"/>
          <w:szCs w:val="20"/>
          <w:u w:val="single"/>
        </w:rPr>
        <w:t>Date_________________________________________________________________ Signature______________________________________________________________</w:t>
      </w:r>
    </w:p>
    <w:p w14:paraId="71C9B497" w14:textId="77777777" w:rsidR="00A9432D" w:rsidRPr="00A9432D" w:rsidRDefault="00472EC7" w:rsidP="00C223DA">
      <w:pPr>
        <w:rPr>
          <w:rFonts w:ascii="Calibri" w:eastAsia="Times New Roman" w:hAnsi="Calibri" w:cs="Times New Roman"/>
          <w:color w:val="000000" w:themeColor="text1"/>
          <w:sz w:val="20"/>
          <w:szCs w:val="20"/>
          <w:u w:val="single"/>
        </w:rPr>
      </w:pPr>
      <w:r w:rsidRPr="00A9432D">
        <w:rPr>
          <w:rFonts w:ascii="Calibri" w:eastAsia="Times New Roman" w:hAnsi="Calibri" w:cs="Times New Roman"/>
          <w:color w:val="000000" w:themeColor="text1"/>
          <w:sz w:val="20"/>
          <w:szCs w:val="20"/>
          <w:u w:val="single"/>
        </w:rPr>
        <w:t>Company________________________________________</w:t>
      </w:r>
      <w:r w:rsidR="00C223DA" w:rsidRPr="00A9432D">
        <w:rPr>
          <w:rFonts w:ascii="Calibri" w:eastAsia="Times New Roman" w:hAnsi="Calibri" w:cs="Times New Roman"/>
          <w:color w:val="000000" w:themeColor="text1"/>
          <w:sz w:val="20"/>
          <w:szCs w:val="20"/>
          <w:u w:val="single"/>
        </w:rPr>
        <w:t xml:space="preserve"> </w:t>
      </w:r>
    </w:p>
    <w:p w14:paraId="21D3C129" w14:textId="65C77770" w:rsidR="002A2725" w:rsidRPr="00A9432D" w:rsidRDefault="00C223DA" w:rsidP="00A9432D">
      <w:pPr>
        <w:rPr>
          <w:sz w:val="20"/>
          <w:szCs w:val="20"/>
        </w:rPr>
      </w:pPr>
      <w:r w:rsidRPr="00A9432D">
        <w:rPr>
          <w:rFonts w:ascii="Calibri" w:eastAsia="Times New Roman" w:hAnsi="Calibri" w:cs="Times New Roman"/>
          <w:color w:val="000000" w:themeColor="text1"/>
          <w:sz w:val="20"/>
          <w:szCs w:val="20"/>
          <w:u w:val="single"/>
        </w:rPr>
        <w:t>Name</w:t>
      </w:r>
      <w:r w:rsidR="00A9432D" w:rsidRPr="00A9432D">
        <w:rPr>
          <w:rFonts w:ascii="Calibri" w:eastAsia="Times New Roman" w:hAnsi="Calibri" w:cs="Times New Roman"/>
          <w:color w:val="000000" w:themeColor="text1"/>
          <w:sz w:val="20"/>
          <w:szCs w:val="20"/>
          <w:u w:val="single"/>
        </w:rPr>
        <w:t>, Title</w:t>
      </w:r>
      <w:r w:rsidRPr="00A9432D">
        <w:rPr>
          <w:rFonts w:ascii="Calibri" w:eastAsia="Times New Roman" w:hAnsi="Calibri" w:cs="Times New Roman"/>
          <w:color w:val="000000" w:themeColor="text1"/>
          <w:sz w:val="20"/>
          <w:szCs w:val="20"/>
          <w:u w:val="single"/>
        </w:rPr>
        <w:t>___________________________________ __</w:t>
      </w:r>
    </w:p>
    <w:sectPr w:rsidR="002A2725" w:rsidRPr="00A9432D" w:rsidSect="002A2725">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342887" w14:textId="77777777" w:rsidR="00BF2707" w:rsidRDefault="00BF2707" w:rsidP="00F75A79">
      <w:r>
        <w:separator/>
      </w:r>
    </w:p>
  </w:endnote>
  <w:endnote w:type="continuationSeparator" w:id="0">
    <w:p w14:paraId="47C41F8A" w14:textId="77777777" w:rsidR="00BF2707" w:rsidRDefault="00BF2707" w:rsidP="00F75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6BF0B" w14:textId="77777777" w:rsidR="00895244" w:rsidRDefault="008952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309C7" w14:textId="57401DE6" w:rsidR="00A9432D" w:rsidRDefault="00A9432D" w:rsidP="00A9432D">
    <w:pPr>
      <w:pStyle w:val="Footer"/>
    </w:pPr>
    <w:r>
      <w:t xml:space="preserve">MP </w:t>
    </w:r>
    <w:r w:rsidRPr="00DD0500">
      <w:t>3</w:t>
    </w:r>
    <w:r>
      <w:t>6</w:t>
    </w:r>
    <w:r w:rsidRPr="00DD0500">
      <w:t xml:space="preserve"> – </w:t>
    </w:r>
    <w:r>
      <w:t xml:space="preserve">Buy </w:t>
    </w:r>
    <w:r w:rsidRPr="00DD0500">
      <w:t>America</w:t>
    </w:r>
    <w:r>
      <w:t>/</w:t>
    </w:r>
    <w:r w:rsidRPr="00DD0500">
      <w:t>n</w:t>
    </w:r>
    <w:r>
      <w:t xml:space="preserve"> Review</w:t>
    </w:r>
  </w:p>
  <w:p w14:paraId="149AFFF9" w14:textId="1DB83C65" w:rsidR="00A9432D" w:rsidRDefault="00A9432D" w:rsidP="00A9432D">
    <w:pPr>
      <w:pStyle w:val="Footer"/>
    </w:pPr>
    <w:r>
      <w:t xml:space="preserve">For </w:t>
    </w:r>
    <w:r w:rsidR="00846CAA">
      <w:t xml:space="preserve">FRA </w:t>
    </w:r>
    <w:r>
      <w:t xml:space="preserve">Internal Use Only, Draft, </w:t>
    </w:r>
    <w:r w:rsidR="00895244">
      <w:t>August</w:t>
    </w:r>
    <w:r>
      <w:t xml:space="preserve"> 2014</w:t>
    </w:r>
  </w:p>
  <w:p w14:paraId="195A9D6B" w14:textId="77777777" w:rsidR="00A9432D" w:rsidRDefault="008A45CF" w:rsidP="00A9432D">
    <w:pPr>
      <w:pStyle w:val="Footer"/>
    </w:pPr>
    <w:sdt>
      <w:sdtPr>
        <w:id w:val="2113776243"/>
        <w:docPartObj>
          <w:docPartGallery w:val="Page Numbers (Bottom of Page)"/>
          <w:docPartUnique/>
        </w:docPartObj>
      </w:sdtPr>
      <w:sdtEndPr/>
      <w:sdtContent>
        <w:sdt>
          <w:sdtPr>
            <w:id w:val="1829636627"/>
            <w:docPartObj>
              <w:docPartGallery w:val="Page Numbers (Top of Page)"/>
              <w:docPartUnique/>
            </w:docPartObj>
          </w:sdtPr>
          <w:sdtEndPr/>
          <w:sdtContent>
            <w:r w:rsidR="00A9432D">
              <w:t xml:space="preserve">Page </w:t>
            </w:r>
            <w:r w:rsidR="00A9432D">
              <w:rPr>
                <w:sz w:val="24"/>
                <w:szCs w:val="24"/>
              </w:rPr>
              <w:fldChar w:fldCharType="begin"/>
            </w:r>
            <w:r w:rsidR="00A9432D">
              <w:instrText xml:space="preserve"> PAGE </w:instrText>
            </w:r>
            <w:r w:rsidR="00A9432D">
              <w:rPr>
                <w:sz w:val="24"/>
                <w:szCs w:val="24"/>
              </w:rPr>
              <w:fldChar w:fldCharType="separate"/>
            </w:r>
            <w:r>
              <w:rPr>
                <w:noProof/>
              </w:rPr>
              <w:t>1</w:t>
            </w:r>
            <w:r w:rsidR="00A9432D">
              <w:rPr>
                <w:sz w:val="24"/>
                <w:szCs w:val="24"/>
              </w:rPr>
              <w:fldChar w:fldCharType="end"/>
            </w:r>
            <w:r w:rsidR="00A9432D">
              <w:t xml:space="preserve"> of </w:t>
            </w:r>
            <w:fldSimple w:instr=" NUMPAGES  ">
              <w:r>
                <w:rPr>
                  <w:noProof/>
                </w:rPr>
                <w:t>5</w:t>
              </w:r>
            </w:fldSimple>
          </w:sdtContent>
        </w:sdt>
      </w:sdtContent>
    </w:sdt>
  </w:p>
  <w:p w14:paraId="18A15D4F" w14:textId="77777777" w:rsidR="00A9432D" w:rsidRDefault="00A9432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4AAFD2" w14:textId="77777777" w:rsidR="00895244" w:rsidRDefault="008952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8794EC" w14:textId="77777777" w:rsidR="00BF2707" w:rsidRDefault="00BF2707" w:rsidP="00F75A79">
      <w:r>
        <w:separator/>
      </w:r>
    </w:p>
  </w:footnote>
  <w:footnote w:type="continuationSeparator" w:id="0">
    <w:p w14:paraId="4F259E81" w14:textId="77777777" w:rsidR="00BF2707" w:rsidRDefault="00BF2707" w:rsidP="00F75A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84A48" w14:textId="77777777" w:rsidR="00895244" w:rsidRDefault="008952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D10C5" w14:textId="77777777" w:rsidR="00895244" w:rsidRDefault="0089524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5CFAA" w14:textId="77777777" w:rsidR="00895244" w:rsidRDefault="008952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F6708"/>
    <w:multiLevelType w:val="multilevel"/>
    <w:tmpl w:val="03AACB86"/>
    <w:styleLink w:val="Style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4E154CC"/>
    <w:multiLevelType w:val="hybridMultilevel"/>
    <w:tmpl w:val="C2EA26B0"/>
    <w:lvl w:ilvl="0" w:tplc="B5B45AB6">
      <w:start w:val="1"/>
      <w:numFmt w:val="bullet"/>
      <w:pStyle w:val="BulletSub"/>
      <w:lvlText w:val="o"/>
      <w:lvlJc w:val="left"/>
      <w:pPr>
        <w:ind w:left="1944" w:hanging="360"/>
      </w:pPr>
      <w:rPr>
        <w:rFonts w:ascii="Courier New" w:hAnsi="Courier New" w:cs="Courier New" w:hint="default"/>
        <w:w w:val="131"/>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2">
    <w:nsid w:val="099B2489"/>
    <w:multiLevelType w:val="multilevel"/>
    <w:tmpl w:val="1C52D35C"/>
    <w:lvl w:ilvl="0">
      <w:start w:val="1"/>
      <w:numFmt w:val="bullet"/>
      <w:lvlText w:val=""/>
      <w:lvlJc w:val="left"/>
      <w:pPr>
        <w:ind w:left="1080" w:hanging="360"/>
      </w:pPr>
      <w:rPr>
        <w:rFonts w:ascii="Symbol" w:hAnsi="Symbol" w:hint="default"/>
      </w:rPr>
    </w:lvl>
    <w:lvl w:ilvl="1">
      <w:start w:val="1"/>
      <w:numFmt w:val="bullet"/>
      <w:lvlText w:val=""/>
      <w:lvlJc w:val="left"/>
      <w:pPr>
        <w:ind w:left="1512" w:hanging="432"/>
      </w:pPr>
      <w:rPr>
        <w:rFonts w:ascii="Symbol" w:hAnsi="Symbol" w:hint="default"/>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nsid w:val="0A366C3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17A16A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29A471A"/>
    <w:multiLevelType w:val="hybridMultilevel"/>
    <w:tmpl w:val="E0AE1656"/>
    <w:lvl w:ilvl="0" w:tplc="551CA604">
      <w:start w:val="1"/>
      <w:numFmt w:val="bullet"/>
      <w:pStyle w:val="BulletSubSub"/>
      <w:lvlText w:val=""/>
      <w:lvlJc w:val="left"/>
      <w:pPr>
        <w:ind w:left="2448" w:hanging="360"/>
      </w:pPr>
      <w:rPr>
        <w:rFonts w:ascii="Wingdings" w:hAnsi="Wingdings" w:hint="default"/>
      </w:rPr>
    </w:lvl>
    <w:lvl w:ilvl="1" w:tplc="04090003" w:tentative="1">
      <w:start w:val="1"/>
      <w:numFmt w:val="bullet"/>
      <w:lvlText w:val="o"/>
      <w:lvlJc w:val="left"/>
      <w:pPr>
        <w:ind w:left="3168" w:hanging="360"/>
      </w:pPr>
      <w:rPr>
        <w:rFonts w:ascii="Courier New" w:hAnsi="Courier New" w:cs="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abstractNum w:abstractNumId="6">
    <w:nsid w:val="1BD322B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D0C0DF0"/>
    <w:multiLevelType w:val="hybridMultilevel"/>
    <w:tmpl w:val="DD828794"/>
    <w:lvl w:ilvl="0" w:tplc="95BE03D0">
      <w:numFmt w:val="bullet"/>
      <w:lvlText w:val=""/>
      <w:lvlJc w:val="left"/>
      <w:pPr>
        <w:ind w:left="1800" w:hanging="360"/>
      </w:pPr>
      <w:rPr>
        <w:rFonts w:ascii="Symbol" w:eastAsia="Times New Roman" w:hAnsi="Symbol" w:cs="Times New Roman" w:hint="default"/>
        <w:w w:val="131"/>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1F3F6B70"/>
    <w:multiLevelType w:val="multilevel"/>
    <w:tmpl w:val="B3204778"/>
    <w:styleLink w:val="HSRLists"/>
    <w:lvl w:ilvl="0">
      <w:start w:val="1"/>
      <w:numFmt w:val="decimal"/>
      <w:pStyle w:val="hsr1"/>
      <w:lvlText w:val="%1."/>
      <w:lvlJc w:val="left"/>
      <w:pPr>
        <w:ind w:left="907" w:hanging="360"/>
      </w:pPr>
      <w:rPr>
        <w:rFonts w:hint="default"/>
      </w:rPr>
    </w:lvl>
    <w:lvl w:ilvl="1">
      <w:start w:val="1"/>
      <w:numFmt w:val="lowerLetter"/>
      <w:pStyle w:val="hsr2"/>
      <w:lvlText w:val="%2."/>
      <w:lvlJc w:val="left"/>
      <w:pPr>
        <w:ind w:left="1267" w:hanging="360"/>
      </w:pPr>
      <w:rPr>
        <w:rFonts w:hint="default"/>
      </w:rPr>
    </w:lvl>
    <w:lvl w:ilvl="2">
      <w:start w:val="1"/>
      <w:numFmt w:val="lowerRoman"/>
      <w:pStyle w:val="hsr3"/>
      <w:lvlText w:val="%3."/>
      <w:lvlJc w:val="right"/>
      <w:pPr>
        <w:ind w:left="1627" w:hanging="360"/>
      </w:pPr>
      <w:rPr>
        <w:rFonts w:hint="default"/>
      </w:rPr>
    </w:lvl>
    <w:lvl w:ilvl="3">
      <w:start w:val="1"/>
      <w:numFmt w:val="bullet"/>
      <w:pStyle w:val="hsr4"/>
      <w:lvlText w:val=""/>
      <w:lvlJc w:val="left"/>
      <w:pPr>
        <w:ind w:left="1987" w:hanging="360"/>
      </w:pPr>
      <w:rPr>
        <w:rFonts w:ascii="Symbol" w:hAnsi="Symbol" w:hint="default"/>
      </w:rPr>
    </w:lvl>
    <w:lvl w:ilvl="4">
      <w:start w:val="1"/>
      <w:numFmt w:val="bullet"/>
      <w:pStyle w:val="hsr5"/>
      <w:lvlText w:val="○"/>
      <w:lvlJc w:val="left"/>
      <w:pPr>
        <w:ind w:left="2347" w:hanging="360"/>
      </w:pPr>
      <w:rPr>
        <w:rFonts w:ascii="Times" w:hAnsi="Times" w:hint="default"/>
      </w:rPr>
    </w:lvl>
    <w:lvl w:ilvl="5">
      <w:start w:val="1"/>
      <w:numFmt w:val="bullet"/>
      <w:pStyle w:val="hsr6"/>
      <w:lvlText w:val=""/>
      <w:lvlJc w:val="left"/>
      <w:pPr>
        <w:ind w:left="2707" w:hanging="360"/>
      </w:pPr>
      <w:rPr>
        <w:rFonts w:ascii="Wingdings" w:hAnsi="Wingdings" w:hint="default"/>
      </w:rPr>
    </w:lvl>
    <w:lvl w:ilvl="6">
      <w:start w:val="1"/>
      <w:numFmt w:val="none"/>
      <w:lvlText w:val=""/>
      <w:lvlJc w:val="left"/>
      <w:pPr>
        <w:ind w:left="3067" w:hanging="360"/>
      </w:pPr>
      <w:rPr>
        <w:rFonts w:hint="default"/>
      </w:rPr>
    </w:lvl>
    <w:lvl w:ilvl="7">
      <w:start w:val="1"/>
      <w:numFmt w:val="none"/>
      <w:lvlText w:val=""/>
      <w:lvlJc w:val="left"/>
      <w:pPr>
        <w:ind w:left="3427" w:hanging="360"/>
      </w:pPr>
      <w:rPr>
        <w:rFonts w:hint="default"/>
      </w:rPr>
    </w:lvl>
    <w:lvl w:ilvl="8">
      <w:start w:val="1"/>
      <w:numFmt w:val="none"/>
      <w:lvlText w:val=""/>
      <w:lvlJc w:val="right"/>
      <w:pPr>
        <w:ind w:left="3787" w:hanging="360"/>
      </w:pPr>
      <w:rPr>
        <w:rFonts w:hint="default"/>
      </w:rPr>
    </w:lvl>
  </w:abstractNum>
  <w:abstractNum w:abstractNumId="9">
    <w:nsid w:val="2BA510C5"/>
    <w:multiLevelType w:val="multilevel"/>
    <w:tmpl w:val="48F07596"/>
    <w:styleLink w:val="Style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180"/>
      </w:pPr>
      <w:rPr>
        <w:rFonts w:ascii="Wingdings" w:hAnsi="Wingding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F087D85"/>
    <w:multiLevelType w:val="hybridMultilevel"/>
    <w:tmpl w:val="BE8EF584"/>
    <w:lvl w:ilvl="0" w:tplc="223CA5CA">
      <w:start w:val="1"/>
      <w:numFmt w:val="lowerRoman"/>
      <w:lvlText w:val="%1."/>
      <w:lvlJc w:val="right"/>
      <w:pPr>
        <w:ind w:left="2592" w:hanging="360"/>
      </w:pPr>
    </w:lvl>
    <w:lvl w:ilvl="1" w:tplc="04090019" w:tentative="1">
      <w:start w:val="1"/>
      <w:numFmt w:val="lowerLetter"/>
      <w:lvlText w:val="%2."/>
      <w:lvlJc w:val="left"/>
      <w:pPr>
        <w:ind w:left="3312" w:hanging="360"/>
      </w:pPr>
    </w:lvl>
    <w:lvl w:ilvl="2" w:tplc="0409001B" w:tentative="1">
      <w:start w:val="1"/>
      <w:numFmt w:val="lowerRoman"/>
      <w:lvlText w:val="%3."/>
      <w:lvlJc w:val="right"/>
      <w:pPr>
        <w:ind w:left="4032" w:hanging="180"/>
      </w:pPr>
    </w:lvl>
    <w:lvl w:ilvl="3" w:tplc="0409000F" w:tentative="1">
      <w:start w:val="1"/>
      <w:numFmt w:val="decimal"/>
      <w:lvlText w:val="%4."/>
      <w:lvlJc w:val="left"/>
      <w:pPr>
        <w:ind w:left="4752" w:hanging="360"/>
      </w:pPr>
    </w:lvl>
    <w:lvl w:ilvl="4" w:tplc="04090019" w:tentative="1">
      <w:start w:val="1"/>
      <w:numFmt w:val="lowerLetter"/>
      <w:lvlText w:val="%5."/>
      <w:lvlJc w:val="left"/>
      <w:pPr>
        <w:ind w:left="5472" w:hanging="360"/>
      </w:pPr>
    </w:lvl>
    <w:lvl w:ilvl="5" w:tplc="0409001B" w:tentative="1">
      <w:start w:val="1"/>
      <w:numFmt w:val="lowerRoman"/>
      <w:lvlText w:val="%6."/>
      <w:lvlJc w:val="right"/>
      <w:pPr>
        <w:ind w:left="6192" w:hanging="180"/>
      </w:pPr>
    </w:lvl>
    <w:lvl w:ilvl="6" w:tplc="0409000F" w:tentative="1">
      <w:start w:val="1"/>
      <w:numFmt w:val="decimal"/>
      <w:lvlText w:val="%7."/>
      <w:lvlJc w:val="left"/>
      <w:pPr>
        <w:ind w:left="6912" w:hanging="360"/>
      </w:pPr>
    </w:lvl>
    <w:lvl w:ilvl="7" w:tplc="04090019" w:tentative="1">
      <w:start w:val="1"/>
      <w:numFmt w:val="lowerLetter"/>
      <w:lvlText w:val="%8."/>
      <w:lvlJc w:val="left"/>
      <w:pPr>
        <w:ind w:left="7632" w:hanging="360"/>
      </w:pPr>
    </w:lvl>
    <w:lvl w:ilvl="8" w:tplc="0409001B" w:tentative="1">
      <w:start w:val="1"/>
      <w:numFmt w:val="lowerRoman"/>
      <w:lvlText w:val="%9."/>
      <w:lvlJc w:val="right"/>
      <w:pPr>
        <w:ind w:left="8352" w:hanging="180"/>
      </w:pPr>
    </w:lvl>
  </w:abstractNum>
  <w:abstractNum w:abstractNumId="11">
    <w:nsid w:val="307B0A90"/>
    <w:multiLevelType w:val="multilevel"/>
    <w:tmpl w:val="05C475C4"/>
    <w:styleLink w:val="Style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180"/>
      </w:pPr>
      <w:rPr>
        <w:rFonts w:ascii="Wingdings" w:hAnsi="Wingding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CF134F8"/>
    <w:multiLevelType w:val="multilevel"/>
    <w:tmpl w:val="48F07596"/>
    <w:styleLink w:val="Style3"/>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180"/>
      </w:pPr>
      <w:rPr>
        <w:rFonts w:ascii="Wingdings" w:hAnsi="Wingding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3E6028C5"/>
    <w:multiLevelType w:val="multilevel"/>
    <w:tmpl w:val="2C24B01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6AB4976"/>
    <w:multiLevelType w:val="multilevel"/>
    <w:tmpl w:val="61600FA8"/>
    <w:lvl w:ilvl="0">
      <w:start w:val="1"/>
      <w:numFmt w:val="decimal"/>
      <w:lvlText w:val="%1.0"/>
      <w:lvlJc w:val="left"/>
      <w:pPr>
        <w:tabs>
          <w:tab w:val="num" w:pos="540"/>
        </w:tabs>
        <w:ind w:left="540" w:hanging="540"/>
      </w:pPr>
      <w:rPr>
        <w:rFonts w:hint="default"/>
        <w:b/>
      </w:rPr>
    </w:lvl>
    <w:lvl w:ilvl="1">
      <w:start w:val="1"/>
      <w:numFmt w:val="decimal"/>
      <w:lvlText w:val="%1.%2"/>
      <w:lvlJc w:val="left"/>
      <w:pPr>
        <w:tabs>
          <w:tab w:val="num" w:pos="1260"/>
        </w:tabs>
        <w:ind w:left="1260" w:hanging="54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5">
    <w:nsid w:val="49AC08E8"/>
    <w:multiLevelType w:val="multilevel"/>
    <w:tmpl w:val="1C52D35C"/>
    <w:lvl w:ilvl="0">
      <w:start w:val="1"/>
      <w:numFmt w:val="bullet"/>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6">
    <w:nsid w:val="4AC64920"/>
    <w:multiLevelType w:val="multilevel"/>
    <w:tmpl w:val="E0AE1656"/>
    <w:lvl w:ilvl="0">
      <w:start w:val="1"/>
      <w:numFmt w:val="bullet"/>
      <w:lvlText w:val=""/>
      <w:lvlJc w:val="left"/>
      <w:pPr>
        <w:ind w:left="2448" w:hanging="360"/>
      </w:pPr>
      <w:rPr>
        <w:rFonts w:ascii="Wingdings" w:hAnsi="Wingdings" w:hint="default"/>
      </w:rPr>
    </w:lvl>
    <w:lvl w:ilvl="1">
      <w:start w:val="1"/>
      <w:numFmt w:val="bullet"/>
      <w:lvlText w:val="o"/>
      <w:lvlJc w:val="left"/>
      <w:pPr>
        <w:ind w:left="3168" w:hanging="360"/>
      </w:pPr>
      <w:rPr>
        <w:rFonts w:ascii="Courier New" w:hAnsi="Courier New" w:cs="Courier New" w:hint="default"/>
      </w:rPr>
    </w:lvl>
    <w:lvl w:ilvl="2">
      <w:start w:val="1"/>
      <w:numFmt w:val="bullet"/>
      <w:lvlText w:val=""/>
      <w:lvlJc w:val="left"/>
      <w:pPr>
        <w:ind w:left="3888" w:hanging="360"/>
      </w:pPr>
      <w:rPr>
        <w:rFonts w:ascii="Wingdings" w:hAnsi="Wingdings" w:hint="default"/>
      </w:rPr>
    </w:lvl>
    <w:lvl w:ilvl="3">
      <w:start w:val="1"/>
      <w:numFmt w:val="bullet"/>
      <w:lvlText w:val=""/>
      <w:lvlJc w:val="left"/>
      <w:pPr>
        <w:ind w:left="4608" w:hanging="360"/>
      </w:pPr>
      <w:rPr>
        <w:rFonts w:ascii="Symbol" w:hAnsi="Symbol" w:hint="default"/>
      </w:rPr>
    </w:lvl>
    <w:lvl w:ilvl="4">
      <w:start w:val="1"/>
      <w:numFmt w:val="bullet"/>
      <w:lvlText w:val="o"/>
      <w:lvlJc w:val="left"/>
      <w:pPr>
        <w:ind w:left="5328" w:hanging="360"/>
      </w:pPr>
      <w:rPr>
        <w:rFonts w:ascii="Courier New" w:hAnsi="Courier New" w:cs="Courier New" w:hint="default"/>
      </w:rPr>
    </w:lvl>
    <w:lvl w:ilvl="5">
      <w:start w:val="1"/>
      <w:numFmt w:val="bullet"/>
      <w:lvlText w:val=""/>
      <w:lvlJc w:val="left"/>
      <w:pPr>
        <w:ind w:left="6048" w:hanging="360"/>
      </w:pPr>
      <w:rPr>
        <w:rFonts w:ascii="Wingdings" w:hAnsi="Wingdings" w:hint="default"/>
      </w:rPr>
    </w:lvl>
    <w:lvl w:ilvl="6">
      <w:start w:val="1"/>
      <w:numFmt w:val="bullet"/>
      <w:lvlText w:val=""/>
      <w:lvlJc w:val="left"/>
      <w:pPr>
        <w:ind w:left="6768" w:hanging="360"/>
      </w:pPr>
      <w:rPr>
        <w:rFonts w:ascii="Symbol" w:hAnsi="Symbol" w:hint="default"/>
      </w:rPr>
    </w:lvl>
    <w:lvl w:ilvl="7">
      <w:start w:val="1"/>
      <w:numFmt w:val="bullet"/>
      <w:lvlText w:val="o"/>
      <w:lvlJc w:val="left"/>
      <w:pPr>
        <w:ind w:left="7488" w:hanging="360"/>
      </w:pPr>
      <w:rPr>
        <w:rFonts w:ascii="Courier New" w:hAnsi="Courier New" w:cs="Courier New" w:hint="default"/>
      </w:rPr>
    </w:lvl>
    <w:lvl w:ilvl="8">
      <w:start w:val="1"/>
      <w:numFmt w:val="bullet"/>
      <w:lvlText w:val=""/>
      <w:lvlJc w:val="left"/>
      <w:pPr>
        <w:ind w:left="8208" w:hanging="360"/>
      </w:pPr>
      <w:rPr>
        <w:rFonts w:ascii="Wingdings" w:hAnsi="Wingdings" w:hint="default"/>
      </w:rPr>
    </w:lvl>
  </w:abstractNum>
  <w:abstractNum w:abstractNumId="17">
    <w:nsid w:val="4AF274BD"/>
    <w:multiLevelType w:val="hybridMultilevel"/>
    <w:tmpl w:val="703C1724"/>
    <w:lvl w:ilvl="0" w:tplc="95BE03D0">
      <w:numFmt w:val="bullet"/>
      <w:lvlText w:val=""/>
      <w:lvlJc w:val="left"/>
      <w:pPr>
        <w:ind w:left="1440" w:hanging="360"/>
      </w:pPr>
      <w:rPr>
        <w:rFonts w:ascii="Symbol" w:eastAsia="Times New Roman" w:hAnsi="Symbol" w:cs="Times New Roman" w:hint="default"/>
        <w:w w:val="13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C2E42F4"/>
    <w:multiLevelType w:val="hybridMultilevel"/>
    <w:tmpl w:val="A636E4C0"/>
    <w:lvl w:ilvl="0" w:tplc="1C32ED02">
      <w:numFmt w:val="bullet"/>
      <w:pStyle w:val="Bullet"/>
      <w:lvlText w:val=""/>
      <w:lvlJc w:val="left"/>
      <w:pPr>
        <w:ind w:left="1800" w:hanging="360"/>
      </w:pPr>
      <w:rPr>
        <w:rFonts w:ascii="Symbol" w:eastAsia="Times New Roman" w:hAnsi="Symbol" w:cs="Times New Roman" w:hint="default"/>
        <w:w w:val="131"/>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9">
    <w:nsid w:val="4CC14897"/>
    <w:multiLevelType w:val="multilevel"/>
    <w:tmpl w:val="8A48965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180"/>
      </w:pPr>
      <w:rPr>
        <w:rFonts w:ascii="Wingdings" w:hAnsi="Wingding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50215AE4"/>
    <w:multiLevelType w:val="hybridMultilevel"/>
    <w:tmpl w:val="1FB22F70"/>
    <w:lvl w:ilvl="0" w:tplc="388EE93C">
      <w:start w:val="1"/>
      <w:numFmt w:val="decimal"/>
      <w:lvlText w:val="%1."/>
      <w:lvlJc w:val="left"/>
      <w:pPr>
        <w:ind w:left="1267" w:hanging="360"/>
      </w:pPr>
      <w:rPr>
        <w:rFonts w:hint="default"/>
      </w:rPr>
    </w:lvl>
    <w:lvl w:ilvl="1" w:tplc="04090019">
      <w:start w:val="1"/>
      <w:numFmt w:val="lowerLetter"/>
      <w:lvlText w:val="%2."/>
      <w:lvlJc w:val="left"/>
      <w:pPr>
        <w:ind w:left="1987" w:hanging="360"/>
      </w:pPr>
    </w:lvl>
    <w:lvl w:ilvl="2" w:tplc="0409001B">
      <w:start w:val="1"/>
      <w:numFmt w:val="lowerRoman"/>
      <w:lvlText w:val="%3."/>
      <w:lvlJc w:val="right"/>
      <w:pPr>
        <w:ind w:left="2707" w:hanging="180"/>
      </w:pPr>
    </w:lvl>
    <w:lvl w:ilvl="3" w:tplc="0409000F">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1">
    <w:nsid w:val="56860FB5"/>
    <w:multiLevelType w:val="multilevel"/>
    <w:tmpl w:val="70CEF9D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180"/>
      </w:pPr>
      <w:rPr>
        <w:rFonts w:ascii="Wingdings" w:hAnsi="Wingding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58E80E4D"/>
    <w:multiLevelType w:val="multilevel"/>
    <w:tmpl w:val="2E9689D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180"/>
      </w:pPr>
      <w:rPr>
        <w:rFonts w:ascii="Wingdings" w:hAnsi="Wingding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66DB243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8CF15E0"/>
    <w:multiLevelType w:val="multilevel"/>
    <w:tmpl w:val="70CEF9D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180"/>
      </w:pPr>
      <w:rPr>
        <w:rFonts w:ascii="Wingdings" w:hAnsi="Wingding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752857C0"/>
    <w:multiLevelType w:val="multilevel"/>
    <w:tmpl w:val="AC248C9C"/>
    <w:lvl w:ilvl="0">
      <w:start w:val="1"/>
      <w:numFmt w:val="decimal"/>
      <w:lvlText w:val="%1.0"/>
      <w:lvlJc w:val="left"/>
      <w:pPr>
        <w:tabs>
          <w:tab w:val="num" w:pos="540"/>
        </w:tabs>
        <w:ind w:left="540" w:hanging="540"/>
      </w:pPr>
      <w:rPr>
        <w:rFonts w:hint="default"/>
        <w:b/>
      </w:rPr>
    </w:lvl>
    <w:lvl w:ilvl="1">
      <w:start w:val="1"/>
      <w:numFmt w:val="decimal"/>
      <w:lvlText w:val="%1.%2"/>
      <w:lvlJc w:val="left"/>
      <w:pPr>
        <w:tabs>
          <w:tab w:val="num" w:pos="1260"/>
        </w:tabs>
        <w:ind w:left="1260" w:hanging="54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6">
    <w:nsid w:val="76697D87"/>
    <w:multiLevelType w:val="multilevel"/>
    <w:tmpl w:val="309679A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180"/>
      </w:pPr>
      <w:rPr>
        <w:rFonts w:ascii="Wingdings" w:hAnsi="Wingding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7FB1749"/>
    <w:multiLevelType w:val="multilevel"/>
    <w:tmpl w:val="4BD80F00"/>
    <w:lvl w:ilvl="0">
      <w:start w:val="1"/>
      <w:numFmt w:val="lowerLetter"/>
      <w:lvlText w:val="%1."/>
      <w:lvlJc w:val="left"/>
      <w:pPr>
        <w:ind w:left="2376" w:hanging="360"/>
      </w:pPr>
      <w:rPr>
        <w:rFonts w:hint="default"/>
      </w:rPr>
    </w:lvl>
    <w:lvl w:ilvl="1">
      <w:start w:val="1"/>
      <w:numFmt w:val="lowerLetter"/>
      <w:lvlText w:val="%2."/>
      <w:lvlJc w:val="left"/>
      <w:pPr>
        <w:ind w:left="3096" w:hanging="360"/>
      </w:pPr>
      <w:rPr>
        <w:rFonts w:hint="default"/>
      </w:rPr>
    </w:lvl>
    <w:lvl w:ilvl="2">
      <w:start w:val="1"/>
      <w:numFmt w:val="lowerRoman"/>
      <w:lvlText w:val="%3."/>
      <w:lvlJc w:val="right"/>
      <w:pPr>
        <w:ind w:left="3816" w:hanging="180"/>
      </w:pPr>
      <w:rPr>
        <w:rFonts w:hint="default"/>
      </w:rPr>
    </w:lvl>
    <w:lvl w:ilvl="3">
      <w:start w:val="1"/>
      <w:numFmt w:val="decimal"/>
      <w:lvlText w:val="%4."/>
      <w:lvlJc w:val="left"/>
      <w:pPr>
        <w:ind w:left="4536" w:hanging="360"/>
      </w:pPr>
      <w:rPr>
        <w:rFonts w:hint="default"/>
      </w:rPr>
    </w:lvl>
    <w:lvl w:ilvl="4">
      <w:start w:val="1"/>
      <w:numFmt w:val="lowerLetter"/>
      <w:lvlText w:val="%5."/>
      <w:lvlJc w:val="left"/>
      <w:pPr>
        <w:ind w:left="5256" w:hanging="360"/>
      </w:pPr>
      <w:rPr>
        <w:rFonts w:hint="default"/>
      </w:rPr>
    </w:lvl>
    <w:lvl w:ilvl="5">
      <w:start w:val="1"/>
      <w:numFmt w:val="lowerRoman"/>
      <w:lvlText w:val="%6."/>
      <w:lvlJc w:val="right"/>
      <w:pPr>
        <w:ind w:left="5976" w:hanging="180"/>
      </w:pPr>
      <w:rPr>
        <w:rFonts w:hint="default"/>
      </w:rPr>
    </w:lvl>
    <w:lvl w:ilvl="6">
      <w:start w:val="1"/>
      <w:numFmt w:val="decimal"/>
      <w:lvlText w:val="%7."/>
      <w:lvlJc w:val="left"/>
      <w:pPr>
        <w:ind w:left="6696" w:hanging="360"/>
      </w:pPr>
      <w:rPr>
        <w:rFonts w:hint="default"/>
      </w:rPr>
    </w:lvl>
    <w:lvl w:ilvl="7">
      <w:start w:val="1"/>
      <w:numFmt w:val="lowerLetter"/>
      <w:lvlText w:val="%8."/>
      <w:lvlJc w:val="left"/>
      <w:pPr>
        <w:ind w:left="7416" w:hanging="360"/>
      </w:pPr>
      <w:rPr>
        <w:rFonts w:hint="default"/>
      </w:rPr>
    </w:lvl>
    <w:lvl w:ilvl="8">
      <w:start w:val="1"/>
      <w:numFmt w:val="lowerRoman"/>
      <w:lvlText w:val="%9."/>
      <w:lvlJc w:val="right"/>
      <w:pPr>
        <w:ind w:left="8136" w:hanging="180"/>
      </w:pPr>
      <w:rPr>
        <w:rFonts w:hint="default"/>
      </w:rPr>
    </w:lvl>
  </w:abstractNum>
  <w:abstractNum w:abstractNumId="28">
    <w:nsid w:val="7CAB7831"/>
    <w:multiLevelType w:val="multilevel"/>
    <w:tmpl w:val="8A48965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180"/>
      </w:pPr>
      <w:rPr>
        <w:rFonts w:ascii="Wingdings" w:hAnsi="Wingding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7D5B71BB"/>
    <w:multiLevelType w:val="multilevel"/>
    <w:tmpl w:val="988E1B56"/>
    <w:lvl w:ilvl="0">
      <w:start w:val="1"/>
      <w:numFmt w:val="decimal"/>
      <w:pStyle w:val="Heading1"/>
      <w:lvlText w:val="%1.0"/>
      <w:lvlJc w:val="left"/>
      <w:pPr>
        <w:ind w:left="432" w:hanging="432"/>
      </w:pPr>
      <w:rPr>
        <w:rFonts w:hint="default"/>
        <w:b/>
        <w:color w:val="auto"/>
      </w:rPr>
    </w:lvl>
    <w:lvl w:ilvl="1">
      <w:start w:val="1"/>
      <w:numFmt w:val="decimal"/>
      <w:pStyle w:val="Heading2"/>
      <w:lvlText w:val="%1.%2"/>
      <w:lvlJc w:val="left"/>
      <w:pPr>
        <w:ind w:left="576" w:hanging="576"/>
      </w:pPr>
      <w:rPr>
        <w:rFonts w:hint="default"/>
        <w:b/>
        <w:color w:val="auto"/>
      </w:rPr>
    </w:lvl>
    <w:lvl w:ilvl="2">
      <w:start w:val="1"/>
      <w:numFmt w:val="decimal"/>
      <w:pStyle w:val="Heading3"/>
      <w:lvlText w:val="%1.%2.%3"/>
      <w:lvlJc w:val="left"/>
      <w:pPr>
        <w:ind w:left="720" w:hanging="720"/>
      </w:pPr>
      <w:rPr>
        <w:rFonts w:hint="default"/>
        <w:b/>
        <w:color w:val="auto"/>
      </w:rPr>
    </w:lvl>
    <w:lvl w:ilvl="3">
      <w:start w:val="1"/>
      <w:numFmt w:val="decimal"/>
      <w:pStyle w:val="Heading4"/>
      <w:lvlText w:val="%1.%2.%3.%4"/>
      <w:lvlJc w:val="left"/>
      <w:pPr>
        <w:ind w:left="864" w:hanging="864"/>
      </w:pPr>
      <w:rPr>
        <w:rFonts w:hint="default"/>
        <w:b/>
        <w:color w:val="auto"/>
      </w:rPr>
    </w:lvl>
    <w:lvl w:ilvl="4">
      <w:start w:val="1"/>
      <w:numFmt w:val="decimal"/>
      <w:pStyle w:val="Heading5"/>
      <w:lvlText w:val="%1.%2.%3.%4.%5"/>
      <w:lvlJc w:val="left"/>
      <w:pPr>
        <w:ind w:left="1008" w:hanging="1008"/>
      </w:pPr>
      <w:rPr>
        <w:rFonts w:hint="default"/>
        <w:b/>
        <w:color w:val="auto"/>
      </w:rPr>
    </w:lvl>
    <w:lvl w:ilvl="5">
      <w:start w:val="1"/>
      <w:numFmt w:val="decimal"/>
      <w:pStyle w:val="Heading6"/>
      <w:lvlText w:val="%1.%2.%3.%4.%5.%6"/>
      <w:lvlJc w:val="left"/>
      <w:pPr>
        <w:ind w:left="1152" w:hanging="1152"/>
      </w:pPr>
      <w:rPr>
        <w:rFonts w:hint="default"/>
        <w:b/>
        <w:color w:val="auto"/>
      </w:rPr>
    </w:lvl>
    <w:lvl w:ilvl="6">
      <w:start w:val="1"/>
      <w:numFmt w:val="decimal"/>
      <w:pStyle w:val="Heading7"/>
      <w:lvlText w:val="%1.%2.%3.%4.%5.%6.%7"/>
      <w:lvlJc w:val="left"/>
      <w:pPr>
        <w:ind w:left="1296" w:hanging="1296"/>
      </w:pPr>
      <w:rPr>
        <w:rFonts w:hint="default"/>
        <w:b/>
        <w:color w:val="auto"/>
      </w:rPr>
    </w:lvl>
    <w:lvl w:ilvl="7">
      <w:start w:val="1"/>
      <w:numFmt w:val="decimal"/>
      <w:pStyle w:val="Heading8"/>
      <w:lvlText w:val="%1.%2.%3.%4.%5.%6.%7.%8"/>
      <w:lvlJc w:val="left"/>
      <w:pPr>
        <w:ind w:left="1440" w:hanging="1440"/>
      </w:pPr>
      <w:rPr>
        <w:rFonts w:hint="default"/>
        <w:b/>
        <w:color w:val="auto"/>
      </w:rPr>
    </w:lvl>
    <w:lvl w:ilvl="8">
      <w:start w:val="1"/>
      <w:numFmt w:val="decimal"/>
      <w:pStyle w:val="Heading9"/>
      <w:lvlText w:val="%1.%2.%3.%4.%5.%6.%7.%8.%9"/>
      <w:lvlJc w:val="left"/>
      <w:pPr>
        <w:ind w:left="1584" w:hanging="1584"/>
      </w:pPr>
      <w:rPr>
        <w:rFonts w:hint="default"/>
        <w:b/>
        <w:color w:val="auto"/>
      </w:rPr>
    </w:lvl>
  </w:abstractNum>
  <w:num w:numId="1">
    <w:abstractNumId w:val="29"/>
  </w:num>
  <w:num w:numId="2">
    <w:abstractNumId w:val="18"/>
  </w:num>
  <w:num w:numId="3">
    <w:abstractNumId w:val="20"/>
  </w:num>
  <w:num w:numId="4">
    <w:abstractNumId w:val="3"/>
  </w:num>
  <w:num w:numId="5">
    <w:abstractNumId w:val="4"/>
  </w:num>
  <w:num w:numId="6">
    <w:abstractNumId w:val="14"/>
  </w:num>
  <w:num w:numId="7">
    <w:abstractNumId w:val="25"/>
  </w:num>
  <w:num w:numId="8">
    <w:abstractNumId w:val="7"/>
  </w:num>
  <w:num w:numId="9">
    <w:abstractNumId w:val="1"/>
  </w:num>
  <w:num w:numId="10">
    <w:abstractNumId w:val="5"/>
  </w:num>
  <w:num w:numId="11">
    <w:abstractNumId w:val="20"/>
    <w:lvlOverride w:ilvl="0">
      <w:startOverride w:val="1"/>
    </w:lvlOverride>
  </w:num>
  <w:num w:numId="12">
    <w:abstractNumId w:val="20"/>
    <w:lvlOverride w:ilvl="0">
      <w:startOverride w:val="1"/>
    </w:lvlOverride>
  </w:num>
  <w:num w:numId="13">
    <w:abstractNumId w:val="20"/>
  </w:num>
  <w:num w:numId="14">
    <w:abstractNumId w:val="20"/>
    <w:lvlOverride w:ilvl="0">
      <w:startOverride w:val="1"/>
    </w:lvlOverride>
  </w:num>
  <w:num w:numId="15">
    <w:abstractNumId w:val="20"/>
    <w:lvlOverride w:ilvl="0">
      <w:startOverride w:val="1"/>
    </w:lvlOverride>
  </w:num>
  <w:num w:numId="16">
    <w:abstractNumId w:val="20"/>
    <w:lvlOverride w:ilvl="0">
      <w:startOverride w:val="1"/>
    </w:lvlOverride>
  </w:num>
  <w:num w:numId="17">
    <w:abstractNumId w:val="27"/>
  </w:num>
  <w:num w:numId="18">
    <w:abstractNumId w:val="10"/>
  </w:num>
  <w:num w:numId="19">
    <w:abstractNumId w:val="24"/>
  </w:num>
  <w:num w:numId="20">
    <w:abstractNumId w:val="21"/>
  </w:num>
  <w:num w:numId="21">
    <w:abstractNumId w:val="22"/>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9"/>
  </w:num>
  <w:num w:numId="29">
    <w:abstractNumId w:val="28"/>
  </w:num>
  <w:num w:numId="30">
    <w:abstractNumId w:val="6"/>
  </w:num>
  <w:num w:numId="31">
    <w:abstractNumId w:val="0"/>
  </w:num>
  <w:num w:numId="32">
    <w:abstractNumId w:val="9"/>
  </w:num>
  <w:num w:numId="33">
    <w:abstractNumId w:val="12"/>
  </w:num>
  <w:num w:numId="34">
    <w:abstractNumId w:val="11"/>
  </w:num>
  <w:num w:numId="35">
    <w:abstractNumId w:val="16"/>
  </w:num>
  <w:num w:numId="36">
    <w:abstractNumId w:val="8"/>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 w:numId="43">
    <w:abstractNumId w:val="15"/>
  </w:num>
  <w:num w:numId="44">
    <w:abstractNumId w:val="23"/>
  </w:num>
  <w:num w:numId="45">
    <w:abstractNumId w:val="17"/>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EC7"/>
    <w:rsid w:val="00025179"/>
    <w:rsid w:val="000376A7"/>
    <w:rsid w:val="00044D7E"/>
    <w:rsid w:val="00050F68"/>
    <w:rsid w:val="00056DC7"/>
    <w:rsid w:val="000B5634"/>
    <w:rsid w:val="000B5F71"/>
    <w:rsid w:val="000C0DAB"/>
    <w:rsid w:val="000E3BD1"/>
    <w:rsid w:val="001272B9"/>
    <w:rsid w:val="00177728"/>
    <w:rsid w:val="001A2330"/>
    <w:rsid w:val="001B5E4C"/>
    <w:rsid w:val="001C235D"/>
    <w:rsid w:val="002067BB"/>
    <w:rsid w:val="002217A2"/>
    <w:rsid w:val="002241D1"/>
    <w:rsid w:val="002744E3"/>
    <w:rsid w:val="00290EB6"/>
    <w:rsid w:val="0029606B"/>
    <w:rsid w:val="002A2725"/>
    <w:rsid w:val="002A6686"/>
    <w:rsid w:val="002C121C"/>
    <w:rsid w:val="002D2D4E"/>
    <w:rsid w:val="002F43FA"/>
    <w:rsid w:val="0030511D"/>
    <w:rsid w:val="003146DE"/>
    <w:rsid w:val="003221A0"/>
    <w:rsid w:val="00372CF2"/>
    <w:rsid w:val="003770D7"/>
    <w:rsid w:val="003A3686"/>
    <w:rsid w:val="003B40F9"/>
    <w:rsid w:val="003C0B36"/>
    <w:rsid w:val="003D6058"/>
    <w:rsid w:val="00430644"/>
    <w:rsid w:val="004306EE"/>
    <w:rsid w:val="0043379E"/>
    <w:rsid w:val="00451DBA"/>
    <w:rsid w:val="00452C1D"/>
    <w:rsid w:val="00472EC7"/>
    <w:rsid w:val="00491818"/>
    <w:rsid w:val="004A372A"/>
    <w:rsid w:val="004C0C1F"/>
    <w:rsid w:val="004C660B"/>
    <w:rsid w:val="004E5162"/>
    <w:rsid w:val="004F55D1"/>
    <w:rsid w:val="00523D93"/>
    <w:rsid w:val="00523F1C"/>
    <w:rsid w:val="005264DE"/>
    <w:rsid w:val="00533447"/>
    <w:rsid w:val="00545534"/>
    <w:rsid w:val="00546BA6"/>
    <w:rsid w:val="00562356"/>
    <w:rsid w:val="005650BC"/>
    <w:rsid w:val="005653AA"/>
    <w:rsid w:val="00565DF0"/>
    <w:rsid w:val="005E5590"/>
    <w:rsid w:val="005F1665"/>
    <w:rsid w:val="005F57A9"/>
    <w:rsid w:val="005F5D0F"/>
    <w:rsid w:val="006534EC"/>
    <w:rsid w:val="006747B7"/>
    <w:rsid w:val="00692044"/>
    <w:rsid w:val="006A42D1"/>
    <w:rsid w:val="006B60CA"/>
    <w:rsid w:val="006C4893"/>
    <w:rsid w:val="006D644E"/>
    <w:rsid w:val="006E2F8E"/>
    <w:rsid w:val="00702907"/>
    <w:rsid w:val="007237A9"/>
    <w:rsid w:val="00733DE9"/>
    <w:rsid w:val="00734405"/>
    <w:rsid w:val="0074576F"/>
    <w:rsid w:val="00760953"/>
    <w:rsid w:val="0077526B"/>
    <w:rsid w:val="00780B2E"/>
    <w:rsid w:val="007C48D6"/>
    <w:rsid w:val="007D782E"/>
    <w:rsid w:val="007E2C61"/>
    <w:rsid w:val="007E32D2"/>
    <w:rsid w:val="00820620"/>
    <w:rsid w:val="00845625"/>
    <w:rsid w:val="00846CAA"/>
    <w:rsid w:val="00864C4E"/>
    <w:rsid w:val="0089053B"/>
    <w:rsid w:val="00895244"/>
    <w:rsid w:val="008A2453"/>
    <w:rsid w:val="008A45CF"/>
    <w:rsid w:val="008B210F"/>
    <w:rsid w:val="008C2224"/>
    <w:rsid w:val="008C7372"/>
    <w:rsid w:val="009273F1"/>
    <w:rsid w:val="00930952"/>
    <w:rsid w:val="009329A7"/>
    <w:rsid w:val="00952B66"/>
    <w:rsid w:val="009654D5"/>
    <w:rsid w:val="00967C23"/>
    <w:rsid w:val="009C01E5"/>
    <w:rsid w:val="009E2439"/>
    <w:rsid w:val="00A17738"/>
    <w:rsid w:val="00A61A31"/>
    <w:rsid w:val="00A9432D"/>
    <w:rsid w:val="00A97E76"/>
    <w:rsid w:val="00AC4F13"/>
    <w:rsid w:val="00AD2BCA"/>
    <w:rsid w:val="00AD7E8B"/>
    <w:rsid w:val="00AF107B"/>
    <w:rsid w:val="00AF29E0"/>
    <w:rsid w:val="00B07C66"/>
    <w:rsid w:val="00B21B95"/>
    <w:rsid w:val="00B87EB7"/>
    <w:rsid w:val="00B92989"/>
    <w:rsid w:val="00BB4FA4"/>
    <w:rsid w:val="00BF2707"/>
    <w:rsid w:val="00C003B5"/>
    <w:rsid w:val="00C138A0"/>
    <w:rsid w:val="00C20162"/>
    <w:rsid w:val="00C223DA"/>
    <w:rsid w:val="00C35BBE"/>
    <w:rsid w:val="00C43628"/>
    <w:rsid w:val="00C44E71"/>
    <w:rsid w:val="00C950C9"/>
    <w:rsid w:val="00CA15B2"/>
    <w:rsid w:val="00CA5D74"/>
    <w:rsid w:val="00CB511E"/>
    <w:rsid w:val="00CC79AA"/>
    <w:rsid w:val="00CE485F"/>
    <w:rsid w:val="00CF6965"/>
    <w:rsid w:val="00CF6EC8"/>
    <w:rsid w:val="00D0675C"/>
    <w:rsid w:val="00D25D35"/>
    <w:rsid w:val="00D2679C"/>
    <w:rsid w:val="00D370CE"/>
    <w:rsid w:val="00D523EF"/>
    <w:rsid w:val="00D557DC"/>
    <w:rsid w:val="00DA16FE"/>
    <w:rsid w:val="00DB69C9"/>
    <w:rsid w:val="00DC1513"/>
    <w:rsid w:val="00DC1EF6"/>
    <w:rsid w:val="00DD31C5"/>
    <w:rsid w:val="00DD6D2E"/>
    <w:rsid w:val="00E1479B"/>
    <w:rsid w:val="00E40229"/>
    <w:rsid w:val="00E544D2"/>
    <w:rsid w:val="00E56F94"/>
    <w:rsid w:val="00E85439"/>
    <w:rsid w:val="00EB274B"/>
    <w:rsid w:val="00EB67B9"/>
    <w:rsid w:val="00F01861"/>
    <w:rsid w:val="00F4492C"/>
    <w:rsid w:val="00F615F3"/>
    <w:rsid w:val="00F7127B"/>
    <w:rsid w:val="00F75A79"/>
    <w:rsid w:val="00FA528C"/>
    <w:rsid w:val="00FD42D3"/>
    <w:rsid w:val="00FD632C"/>
    <w:rsid w:val="00FF68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D3C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44E"/>
    <w:pPr>
      <w:spacing w:after="0" w:line="240" w:lineRule="auto"/>
    </w:pPr>
  </w:style>
  <w:style w:type="paragraph" w:styleId="Heading1">
    <w:name w:val="heading 1"/>
    <w:basedOn w:val="Normal"/>
    <w:next w:val="Normal"/>
    <w:link w:val="Heading1Char"/>
    <w:uiPriority w:val="9"/>
    <w:qFormat/>
    <w:rsid w:val="0043379E"/>
    <w:pPr>
      <w:keepNext/>
      <w:keepLines/>
      <w:numPr>
        <w:numId w:val="1"/>
      </w:numPr>
      <w:spacing w:before="240" w:after="240"/>
      <w:outlineLvl w:val="0"/>
    </w:pPr>
    <w:rPr>
      <w:rFonts w:eastAsiaTheme="majorEastAsia" w:cstheme="majorBidi"/>
      <w:b/>
      <w:bCs/>
      <w:caps/>
      <w:color w:val="000000" w:themeColor="text1"/>
    </w:rPr>
  </w:style>
  <w:style w:type="paragraph" w:styleId="Heading2">
    <w:name w:val="heading 2"/>
    <w:basedOn w:val="Normal"/>
    <w:next w:val="Normal"/>
    <w:link w:val="Heading2Char"/>
    <w:uiPriority w:val="9"/>
    <w:unhideWhenUsed/>
    <w:qFormat/>
    <w:rsid w:val="00D25D35"/>
    <w:pPr>
      <w:keepNext/>
      <w:keepLines/>
      <w:numPr>
        <w:ilvl w:val="1"/>
        <w:numId w:val="1"/>
      </w:numPr>
      <w:spacing w:before="240" w:after="240"/>
      <w:outlineLvl w:val="1"/>
    </w:pPr>
    <w:rPr>
      <w:rFonts w:ascii="Calibri" w:eastAsiaTheme="majorEastAsia" w:hAnsi="Calibri" w:cstheme="majorBidi"/>
      <w:b/>
      <w:bCs/>
      <w:szCs w:val="26"/>
    </w:rPr>
  </w:style>
  <w:style w:type="paragraph" w:styleId="Heading3">
    <w:name w:val="heading 3"/>
    <w:basedOn w:val="Normal"/>
    <w:next w:val="Normal"/>
    <w:link w:val="Heading3Char"/>
    <w:uiPriority w:val="9"/>
    <w:unhideWhenUsed/>
    <w:qFormat/>
    <w:rsid w:val="006534EC"/>
    <w:pPr>
      <w:keepNext/>
      <w:keepLines/>
      <w:numPr>
        <w:ilvl w:val="2"/>
        <w:numId w:val="1"/>
      </w:numPr>
      <w:spacing w:before="240" w:after="240"/>
      <w:outlineLvl w:val="2"/>
    </w:pPr>
    <w:rPr>
      <w:rFonts w:ascii="Calibri" w:eastAsiaTheme="majorEastAsia" w:hAnsi="Calibri" w:cstheme="majorBidi"/>
      <w:b/>
      <w:bCs/>
    </w:rPr>
  </w:style>
  <w:style w:type="paragraph" w:styleId="Heading4">
    <w:name w:val="heading 4"/>
    <w:basedOn w:val="Normal"/>
    <w:next w:val="Normal"/>
    <w:link w:val="Heading4Char"/>
    <w:uiPriority w:val="9"/>
    <w:unhideWhenUsed/>
    <w:qFormat/>
    <w:rsid w:val="006534EC"/>
    <w:pPr>
      <w:keepNext/>
      <w:keepLines/>
      <w:numPr>
        <w:ilvl w:val="3"/>
        <w:numId w:val="1"/>
      </w:numPr>
      <w:spacing w:before="240" w:after="240"/>
      <w:outlineLvl w:val="3"/>
    </w:pPr>
    <w:rPr>
      <w:rFonts w:ascii="Calibri" w:eastAsiaTheme="majorEastAsia" w:hAnsi="Calibri" w:cstheme="majorBidi"/>
      <w:b/>
      <w:bCs/>
      <w:iCs/>
    </w:rPr>
  </w:style>
  <w:style w:type="paragraph" w:styleId="Heading5">
    <w:name w:val="heading 5"/>
    <w:basedOn w:val="Normal"/>
    <w:next w:val="Normal"/>
    <w:link w:val="Heading5Char"/>
    <w:uiPriority w:val="9"/>
    <w:semiHidden/>
    <w:unhideWhenUsed/>
    <w:qFormat/>
    <w:rsid w:val="00C44E7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44E7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44E7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44E7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44E7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8A2453"/>
    <w:pPr>
      <w:tabs>
        <w:tab w:val="center" w:pos="4680"/>
        <w:tab w:val="right" w:pos="9360"/>
      </w:tabs>
    </w:pPr>
    <w:rPr>
      <w:b/>
      <w:noProof/>
    </w:rPr>
  </w:style>
  <w:style w:type="character" w:customStyle="1" w:styleId="HeaderChar">
    <w:name w:val="Header Char"/>
    <w:basedOn w:val="DefaultParagraphFont"/>
    <w:link w:val="Header"/>
    <w:uiPriority w:val="99"/>
    <w:rsid w:val="008A2453"/>
    <w:rPr>
      <w:b/>
      <w:noProof/>
    </w:rPr>
  </w:style>
  <w:style w:type="paragraph" w:styleId="Footer">
    <w:name w:val="footer"/>
    <w:basedOn w:val="Normal"/>
    <w:link w:val="FooterChar"/>
    <w:uiPriority w:val="99"/>
    <w:unhideWhenUsed/>
    <w:qFormat/>
    <w:rsid w:val="00F75A79"/>
    <w:pPr>
      <w:tabs>
        <w:tab w:val="center" w:pos="4680"/>
        <w:tab w:val="right" w:pos="9360"/>
      </w:tabs>
      <w:jc w:val="right"/>
    </w:pPr>
    <w:rPr>
      <w:sz w:val="20"/>
      <w:szCs w:val="20"/>
    </w:rPr>
  </w:style>
  <w:style w:type="character" w:customStyle="1" w:styleId="FooterChar">
    <w:name w:val="Footer Char"/>
    <w:basedOn w:val="DefaultParagraphFont"/>
    <w:link w:val="Footer"/>
    <w:uiPriority w:val="99"/>
    <w:rsid w:val="00F75A79"/>
    <w:rPr>
      <w:sz w:val="20"/>
      <w:szCs w:val="20"/>
    </w:rPr>
  </w:style>
  <w:style w:type="character" w:customStyle="1" w:styleId="Heading1Char">
    <w:name w:val="Heading 1 Char"/>
    <w:basedOn w:val="DefaultParagraphFont"/>
    <w:link w:val="Heading1"/>
    <w:uiPriority w:val="9"/>
    <w:rsid w:val="0043379E"/>
    <w:rPr>
      <w:rFonts w:eastAsiaTheme="majorEastAsia" w:cstheme="majorBidi"/>
      <w:b/>
      <w:bCs/>
      <w:caps/>
      <w:color w:val="000000" w:themeColor="text1"/>
    </w:rPr>
  </w:style>
  <w:style w:type="paragraph" w:styleId="ListParagraph">
    <w:name w:val="List Paragraph"/>
    <w:basedOn w:val="Normal"/>
    <w:link w:val="ListParagraphChar"/>
    <w:uiPriority w:val="34"/>
    <w:qFormat/>
    <w:rsid w:val="00F75A79"/>
    <w:pPr>
      <w:ind w:left="720"/>
      <w:contextualSpacing/>
    </w:pPr>
  </w:style>
  <w:style w:type="paragraph" w:customStyle="1" w:styleId="Bullet">
    <w:name w:val="Bullet"/>
    <w:basedOn w:val="ListParagraph"/>
    <w:link w:val="BulletChar"/>
    <w:qFormat/>
    <w:rsid w:val="006747B7"/>
    <w:pPr>
      <w:numPr>
        <w:numId w:val="2"/>
      </w:numPr>
      <w:tabs>
        <w:tab w:val="left" w:pos="547"/>
      </w:tabs>
      <w:ind w:left="792" w:right="360"/>
    </w:pPr>
  </w:style>
  <w:style w:type="paragraph" w:customStyle="1" w:styleId="hsr1">
    <w:name w:val="hsr 1"/>
    <w:next w:val="hsr2"/>
    <w:link w:val="hsr1Char"/>
    <w:qFormat/>
    <w:rsid w:val="00D523EF"/>
    <w:pPr>
      <w:numPr>
        <w:numId w:val="36"/>
      </w:numPr>
      <w:tabs>
        <w:tab w:val="left" w:pos="547"/>
      </w:tabs>
      <w:spacing w:after="0" w:line="240" w:lineRule="auto"/>
      <w:ind w:right="360"/>
    </w:pPr>
  </w:style>
  <w:style w:type="character" w:customStyle="1" w:styleId="ListParagraphChar">
    <w:name w:val="List Paragraph Char"/>
    <w:basedOn w:val="DefaultParagraphFont"/>
    <w:link w:val="ListParagraph"/>
    <w:uiPriority w:val="34"/>
    <w:rsid w:val="00F75A79"/>
  </w:style>
  <w:style w:type="character" w:customStyle="1" w:styleId="BulletChar">
    <w:name w:val="Bullet Char"/>
    <w:basedOn w:val="ListParagraphChar"/>
    <w:link w:val="Bullet"/>
    <w:rsid w:val="006747B7"/>
  </w:style>
  <w:style w:type="character" w:customStyle="1" w:styleId="Heading2Char">
    <w:name w:val="Heading 2 Char"/>
    <w:basedOn w:val="DefaultParagraphFont"/>
    <w:link w:val="Heading2"/>
    <w:uiPriority w:val="9"/>
    <w:rsid w:val="00D25D35"/>
    <w:rPr>
      <w:rFonts w:ascii="Calibri" w:eastAsiaTheme="majorEastAsia" w:hAnsi="Calibri" w:cstheme="majorBidi"/>
      <w:b/>
      <w:bCs/>
      <w:szCs w:val="26"/>
    </w:rPr>
  </w:style>
  <w:style w:type="character" w:customStyle="1" w:styleId="hsr1Char">
    <w:name w:val="hsr 1 Char"/>
    <w:basedOn w:val="ListParagraphChar"/>
    <w:link w:val="hsr1"/>
    <w:rsid w:val="00D523EF"/>
  </w:style>
  <w:style w:type="character" w:customStyle="1" w:styleId="Heading3Char">
    <w:name w:val="Heading 3 Char"/>
    <w:basedOn w:val="DefaultParagraphFont"/>
    <w:link w:val="Heading3"/>
    <w:uiPriority w:val="9"/>
    <w:rsid w:val="006534EC"/>
    <w:rPr>
      <w:rFonts w:ascii="Calibri" w:eastAsiaTheme="majorEastAsia" w:hAnsi="Calibri" w:cstheme="majorBidi"/>
      <w:b/>
      <w:bCs/>
    </w:rPr>
  </w:style>
  <w:style w:type="character" w:customStyle="1" w:styleId="Heading4Char">
    <w:name w:val="Heading 4 Char"/>
    <w:basedOn w:val="DefaultParagraphFont"/>
    <w:link w:val="Heading4"/>
    <w:uiPriority w:val="9"/>
    <w:rsid w:val="006534EC"/>
    <w:rPr>
      <w:rFonts w:ascii="Calibri" w:eastAsiaTheme="majorEastAsia" w:hAnsi="Calibri" w:cstheme="majorBidi"/>
      <w:b/>
      <w:bCs/>
      <w:iCs/>
    </w:rPr>
  </w:style>
  <w:style w:type="character" w:customStyle="1" w:styleId="Heading5Char">
    <w:name w:val="Heading 5 Char"/>
    <w:basedOn w:val="DefaultParagraphFont"/>
    <w:link w:val="Heading5"/>
    <w:uiPriority w:val="9"/>
    <w:semiHidden/>
    <w:rsid w:val="00C44E7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44E7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44E7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44E7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44E71"/>
    <w:rPr>
      <w:rFonts w:asciiTheme="majorHAnsi" w:eastAsiaTheme="majorEastAsia" w:hAnsiTheme="majorHAnsi" w:cstheme="majorBidi"/>
      <w:i/>
      <w:iCs/>
      <w:color w:val="404040" w:themeColor="text1" w:themeTint="BF"/>
      <w:sz w:val="20"/>
      <w:szCs w:val="20"/>
    </w:rPr>
  </w:style>
  <w:style w:type="paragraph" w:customStyle="1" w:styleId="BulletSub">
    <w:name w:val="Bullet_Sub"/>
    <w:basedOn w:val="ListParagraph"/>
    <w:link w:val="BulletSubChar"/>
    <w:qFormat/>
    <w:rsid w:val="006A42D1"/>
    <w:pPr>
      <w:numPr>
        <w:numId w:val="9"/>
      </w:numPr>
      <w:ind w:left="1728" w:right="360"/>
    </w:pPr>
    <w:rPr>
      <w:bCs/>
    </w:rPr>
  </w:style>
  <w:style w:type="paragraph" w:customStyle="1" w:styleId="BulletSubSub">
    <w:name w:val="Bullet_Sub_Sub"/>
    <w:basedOn w:val="ListParagraph"/>
    <w:link w:val="BulletSubSubChar"/>
    <w:qFormat/>
    <w:rsid w:val="00702907"/>
    <w:pPr>
      <w:numPr>
        <w:numId w:val="10"/>
      </w:numPr>
      <w:ind w:left="2160" w:right="360"/>
    </w:pPr>
  </w:style>
  <w:style w:type="character" w:customStyle="1" w:styleId="BulletSubChar">
    <w:name w:val="Bullet_Sub Char"/>
    <w:basedOn w:val="ListParagraphChar"/>
    <w:link w:val="BulletSub"/>
    <w:rsid w:val="006A42D1"/>
    <w:rPr>
      <w:bCs/>
    </w:rPr>
  </w:style>
  <w:style w:type="paragraph" w:customStyle="1" w:styleId="Indent">
    <w:name w:val="Indent"/>
    <w:basedOn w:val="Normal"/>
    <w:link w:val="IndentChar"/>
    <w:qFormat/>
    <w:rsid w:val="001C235D"/>
    <w:pPr>
      <w:ind w:left="720"/>
    </w:pPr>
  </w:style>
  <w:style w:type="character" w:customStyle="1" w:styleId="BulletSubSubChar">
    <w:name w:val="Bullet_Sub_Sub Char"/>
    <w:basedOn w:val="ListParagraphChar"/>
    <w:link w:val="BulletSubSub"/>
    <w:rsid w:val="00702907"/>
  </w:style>
  <w:style w:type="character" w:styleId="Hyperlink">
    <w:name w:val="Hyperlink"/>
    <w:basedOn w:val="DefaultParagraphFont"/>
    <w:uiPriority w:val="99"/>
    <w:unhideWhenUsed/>
    <w:rsid w:val="001C235D"/>
    <w:rPr>
      <w:color w:val="0000FF" w:themeColor="hyperlink"/>
      <w:u w:val="single"/>
    </w:rPr>
  </w:style>
  <w:style w:type="character" w:customStyle="1" w:styleId="IndentChar">
    <w:name w:val="Indent Char"/>
    <w:basedOn w:val="DefaultParagraphFont"/>
    <w:link w:val="Indent"/>
    <w:rsid w:val="001C235D"/>
  </w:style>
  <w:style w:type="paragraph" w:customStyle="1" w:styleId="AppendixTitle">
    <w:name w:val="Appendix Title"/>
    <w:basedOn w:val="Normal"/>
    <w:next w:val="Normal"/>
    <w:link w:val="AppendixTitleChar"/>
    <w:qFormat/>
    <w:rsid w:val="0043379E"/>
    <w:pPr>
      <w:spacing w:before="240" w:after="240"/>
    </w:pPr>
    <w:rPr>
      <w:b/>
      <w:caps/>
    </w:rPr>
  </w:style>
  <w:style w:type="paragraph" w:customStyle="1" w:styleId="AppendixSubtitle">
    <w:name w:val="Appendix Subtitle"/>
    <w:basedOn w:val="Normal"/>
    <w:next w:val="Normal"/>
    <w:link w:val="AppendixSubtitleChar"/>
    <w:qFormat/>
    <w:rsid w:val="0043379E"/>
    <w:pPr>
      <w:spacing w:before="240" w:after="240"/>
    </w:pPr>
    <w:rPr>
      <w:b/>
    </w:rPr>
  </w:style>
  <w:style w:type="character" w:customStyle="1" w:styleId="AppendixTitleChar">
    <w:name w:val="Appendix Title Char"/>
    <w:basedOn w:val="DefaultParagraphFont"/>
    <w:link w:val="AppendixTitle"/>
    <w:rsid w:val="0043379E"/>
    <w:rPr>
      <w:b/>
      <w:caps/>
    </w:rPr>
  </w:style>
  <w:style w:type="paragraph" w:styleId="BalloonText">
    <w:name w:val="Balloon Text"/>
    <w:basedOn w:val="Normal"/>
    <w:link w:val="BalloonTextChar"/>
    <w:uiPriority w:val="99"/>
    <w:semiHidden/>
    <w:unhideWhenUsed/>
    <w:rsid w:val="0043379E"/>
    <w:rPr>
      <w:rFonts w:ascii="Tahoma" w:hAnsi="Tahoma" w:cs="Tahoma"/>
      <w:sz w:val="16"/>
      <w:szCs w:val="16"/>
    </w:rPr>
  </w:style>
  <w:style w:type="character" w:customStyle="1" w:styleId="AppendixSubtitleChar">
    <w:name w:val="Appendix Subtitle Char"/>
    <w:basedOn w:val="DefaultParagraphFont"/>
    <w:link w:val="AppendixSubtitle"/>
    <w:rsid w:val="0043379E"/>
    <w:rPr>
      <w:b/>
    </w:rPr>
  </w:style>
  <w:style w:type="character" w:customStyle="1" w:styleId="BalloonTextChar">
    <w:name w:val="Balloon Text Char"/>
    <w:basedOn w:val="DefaultParagraphFont"/>
    <w:link w:val="BalloonText"/>
    <w:uiPriority w:val="99"/>
    <w:semiHidden/>
    <w:rsid w:val="0043379E"/>
    <w:rPr>
      <w:rFonts w:ascii="Tahoma" w:hAnsi="Tahoma" w:cs="Tahoma"/>
      <w:sz w:val="16"/>
      <w:szCs w:val="16"/>
    </w:rPr>
  </w:style>
  <w:style w:type="paragraph" w:customStyle="1" w:styleId="hsr4">
    <w:name w:val="hsr 4"/>
    <w:basedOn w:val="Bullet"/>
    <w:next w:val="hsr5"/>
    <w:link w:val="hsr4Char"/>
    <w:qFormat/>
    <w:rsid w:val="00D523EF"/>
    <w:pPr>
      <w:numPr>
        <w:ilvl w:val="3"/>
        <w:numId w:val="36"/>
      </w:numPr>
    </w:pPr>
  </w:style>
  <w:style w:type="paragraph" w:customStyle="1" w:styleId="hsr5">
    <w:name w:val="hsr 5"/>
    <w:basedOn w:val="BulletSub"/>
    <w:next w:val="hsr6"/>
    <w:link w:val="hsr5Char"/>
    <w:qFormat/>
    <w:rsid w:val="00D523EF"/>
    <w:pPr>
      <w:numPr>
        <w:ilvl w:val="4"/>
        <w:numId w:val="36"/>
      </w:numPr>
    </w:pPr>
  </w:style>
  <w:style w:type="character" w:customStyle="1" w:styleId="hsr4Char">
    <w:name w:val="hsr 4 Char"/>
    <w:basedOn w:val="BulletChar"/>
    <w:link w:val="hsr4"/>
    <w:rsid w:val="00D523EF"/>
  </w:style>
  <w:style w:type="paragraph" w:customStyle="1" w:styleId="hsr6">
    <w:name w:val="hsr 6"/>
    <w:basedOn w:val="BulletSubSub"/>
    <w:link w:val="hsr6Char"/>
    <w:qFormat/>
    <w:rsid w:val="00D523EF"/>
    <w:pPr>
      <w:numPr>
        <w:ilvl w:val="5"/>
        <w:numId w:val="36"/>
      </w:numPr>
      <w:ind w:right="432"/>
    </w:pPr>
  </w:style>
  <w:style w:type="character" w:customStyle="1" w:styleId="hsr5Char">
    <w:name w:val="hsr 5 Char"/>
    <w:basedOn w:val="BulletSubChar"/>
    <w:link w:val="hsr5"/>
    <w:rsid w:val="00D523EF"/>
    <w:rPr>
      <w:bCs/>
    </w:rPr>
  </w:style>
  <w:style w:type="character" w:customStyle="1" w:styleId="hsr6Char">
    <w:name w:val="hsr 6 Char"/>
    <w:basedOn w:val="BulletSubSubChar"/>
    <w:link w:val="hsr6"/>
    <w:rsid w:val="00D523EF"/>
  </w:style>
  <w:style w:type="paragraph" w:customStyle="1" w:styleId="hsr2">
    <w:name w:val="hsr 2"/>
    <w:basedOn w:val="hsr1"/>
    <w:next w:val="hsr3"/>
    <w:qFormat/>
    <w:rsid w:val="00D523EF"/>
    <w:pPr>
      <w:numPr>
        <w:ilvl w:val="1"/>
      </w:numPr>
    </w:pPr>
  </w:style>
  <w:style w:type="paragraph" w:customStyle="1" w:styleId="hsr3">
    <w:name w:val="hsr 3"/>
    <w:basedOn w:val="hsr2"/>
    <w:next w:val="hsr4"/>
    <w:link w:val="hsr3Char"/>
    <w:qFormat/>
    <w:rsid w:val="00930952"/>
    <w:pPr>
      <w:numPr>
        <w:ilvl w:val="2"/>
      </w:numPr>
      <w:ind w:right="432" w:hanging="216"/>
    </w:pPr>
  </w:style>
  <w:style w:type="character" w:customStyle="1" w:styleId="hsr3Char">
    <w:name w:val="hsr 3 Char"/>
    <w:basedOn w:val="ListParagraphChar"/>
    <w:link w:val="hsr3"/>
    <w:rsid w:val="00930952"/>
  </w:style>
  <w:style w:type="numbering" w:customStyle="1" w:styleId="Style1">
    <w:name w:val="Style1"/>
    <w:uiPriority w:val="99"/>
    <w:rsid w:val="002217A2"/>
    <w:pPr>
      <w:numPr>
        <w:numId w:val="31"/>
      </w:numPr>
    </w:pPr>
  </w:style>
  <w:style w:type="numbering" w:customStyle="1" w:styleId="Style2">
    <w:name w:val="Style2"/>
    <w:uiPriority w:val="99"/>
    <w:rsid w:val="002217A2"/>
    <w:pPr>
      <w:numPr>
        <w:numId w:val="32"/>
      </w:numPr>
    </w:pPr>
  </w:style>
  <w:style w:type="numbering" w:customStyle="1" w:styleId="Style3">
    <w:name w:val="Style3"/>
    <w:uiPriority w:val="99"/>
    <w:rsid w:val="002217A2"/>
    <w:pPr>
      <w:numPr>
        <w:numId w:val="33"/>
      </w:numPr>
    </w:pPr>
  </w:style>
  <w:style w:type="numbering" w:customStyle="1" w:styleId="Style4">
    <w:name w:val="Style4"/>
    <w:uiPriority w:val="99"/>
    <w:rsid w:val="002217A2"/>
    <w:pPr>
      <w:numPr>
        <w:numId w:val="34"/>
      </w:numPr>
    </w:pPr>
  </w:style>
  <w:style w:type="numbering" w:customStyle="1" w:styleId="HSRLists">
    <w:name w:val="HSRLists"/>
    <w:uiPriority w:val="99"/>
    <w:rsid w:val="00D523EF"/>
    <w:pPr>
      <w:numPr>
        <w:numId w:val="36"/>
      </w:numPr>
    </w:pPr>
  </w:style>
  <w:style w:type="paragraph" w:customStyle="1" w:styleId="123List">
    <w:name w:val="123 List"/>
    <w:basedOn w:val="ListParagraph"/>
    <w:link w:val="123ListChar"/>
    <w:qFormat/>
    <w:rsid w:val="00472EC7"/>
    <w:pPr>
      <w:tabs>
        <w:tab w:val="left" w:pos="547"/>
      </w:tabs>
      <w:ind w:left="1267" w:right="360" w:hanging="360"/>
    </w:pPr>
  </w:style>
  <w:style w:type="character" w:customStyle="1" w:styleId="123ListChar">
    <w:name w:val="123 List Char"/>
    <w:basedOn w:val="ListParagraphChar"/>
    <w:link w:val="123List"/>
    <w:rsid w:val="00472EC7"/>
  </w:style>
  <w:style w:type="character" w:styleId="CommentReference">
    <w:name w:val="annotation reference"/>
    <w:basedOn w:val="DefaultParagraphFont"/>
    <w:uiPriority w:val="99"/>
    <w:semiHidden/>
    <w:unhideWhenUsed/>
    <w:rsid w:val="0030511D"/>
    <w:rPr>
      <w:sz w:val="16"/>
      <w:szCs w:val="16"/>
    </w:rPr>
  </w:style>
  <w:style w:type="paragraph" w:styleId="CommentText">
    <w:name w:val="annotation text"/>
    <w:basedOn w:val="Normal"/>
    <w:link w:val="CommentTextChar"/>
    <w:uiPriority w:val="99"/>
    <w:semiHidden/>
    <w:unhideWhenUsed/>
    <w:rsid w:val="0030511D"/>
    <w:rPr>
      <w:sz w:val="20"/>
      <w:szCs w:val="20"/>
    </w:rPr>
  </w:style>
  <w:style w:type="character" w:customStyle="1" w:styleId="CommentTextChar">
    <w:name w:val="Comment Text Char"/>
    <w:basedOn w:val="DefaultParagraphFont"/>
    <w:link w:val="CommentText"/>
    <w:uiPriority w:val="99"/>
    <w:semiHidden/>
    <w:rsid w:val="0030511D"/>
    <w:rPr>
      <w:sz w:val="20"/>
      <w:szCs w:val="20"/>
    </w:rPr>
  </w:style>
  <w:style w:type="paragraph" w:styleId="CommentSubject">
    <w:name w:val="annotation subject"/>
    <w:basedOn w:val="CommentText"/>
    <w:next w:val="CommentText"/>
    <w:link w:val="CommentSubjectChar"/>
    <w:uiPriority w:val="99"/>
    <w:semiHidden/>
    <w:unhideWhenUsed/>
    <w:rsid w:val="0030511D"/>
    <w:rPr>
      <w:b/>
      <w:bCs/>
    </w:rPr>
  </w:style>
  <w:style w:type="character" w:customStyle="1" w:styleId="CommentSubjectChar">
    <w:name w:val="Comment Subject Char"/>
    <w:basedOn w:val="CommentTextChar"/>
    <w:link w:val="CommentSubject"/>
    <w:uiPriority w:val="99"/>
    <w:semiHidden/>
    <w:rsid w:val="0030511D"/>
    <w:rPr>
      <w:b/>
      <w:bCs/>
      <w:sz w:val="20"/>
      <w:szCs w:val="20"/>
    </w:rPr>
  </w:style>
  <w:style w:type="paragraph" w:styleId="Revision">
    <w:name w:val="Revision"/>
    <w:hidden/>
    <w:uiPriority w:val="99"/>
    <w:semiHidden/>
    <w:rsid w:val="007237A9"/>
    <w:pPr>
      <w:spacing w:after="0" w:line="240" w:lineRule="auto"/>
    </w:pPr>
  </w:style>
  <w:style w:type="character" w:styleId="FollowedHyperlink">
    <w:name w:val="FollowedHyperlink"/>
    <w:basedOn w:val="DefaultParagraphFont"/>
    <w:uiPriority w:val="99"/>
    <w:semiHidden/>
    <w:unhideWhenUsed/>
    <w:rsid w:val="0084562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44E"/>
    <w:pPr>
      <w:spacing w:after="0" w:line="240" w:lineRule="auto"/>
    </w:pPr>
  </w:style>
  <w:style w:type="paragraph" w:styleId="Heading1">
    <w:name w:val="heading 1"/>
    <w:basedOn w:val="Normal"/>
    <w:next w:val="Normal"/>
    <w:link w:val="Heading1Char"/>
    <w:uiPriority w:val="9"/>
    <w:qFormat/>
    <w:rsid w:val="0043379E"/>
    <w:pPr>
      <w:keepNext/>
      <w:keepLines/>
      <w:numPr>
        <w:numId w:val="1"/>
      </w:numPr>
      <w:spacing w:before="240" w:after="240"/>
      <w:outlineLvl w:val="0"/>
    </w:pPr>
    <w:rPr>
      <w:rFonts w:eastAsiaTheme="majorEastAsia" w:cstheme="majorBidi"/>
      <w:b/>
      <w:bCs/>
      <w:caps/>
      <w:color w:val="000000" w:themeColor="text1"/>
    </w:rPr>
  </w:style>
  <w:style w:type="paragraph" w:styleId="Heading2">
    <w:name w:val="heading 2"/>
    <w:basedOn w:val="Normal"/>
    <w:next w:val="Normal"/>
    <w:link w:val="Heading2Char"/>
    <w:uiPriority w:val="9"/>
    <w:unhideWhenUsed/>
    <w:qFormat/>
    <w:rsid w:val="00D25D35"/>
    <w:pPr>
      <w:keepNext/>
      <w:keepLines/>
      <w:numPr>
        <w:ilvl w:val="1"/>
        <w:numId w:val="1"/>
      </w:numPr>
      <w:spacing w:before="240" w:after="240"/>
      <w:outlineLvl w:val="1"/>
    </w:pPr>
    <w:rPr>
      <w:rFonts w:ascii="Calibri" w:eastAsiaTheme="majorEastAsia" w:hAnsi="Calibri" w:cstheme="majorBidi"/>
      <w:b/>
      <w:bCs/>
      <w:szCs w:val="26"/>
    </w:rPr>
  </w:style>
  <w:style w:type="paragraph" w:styleId="Heading3">
    <w:name w:val="heading 3"/>
    <w:basedOn w:val="Normal"/>
    <w:next w:val="Normal"/>
    <w:link w:val="Heading3Char"/>
    <w:uiPriority w:val="9"/>
    <w:unhideWhenUsed/>
    <w:qFormat/>
    <w:rsid w:val="006534EC"/>
    <w:pPr>
      <w:keepNext/>
      <w:keepLines/>
      <w:numPr>
        <w:ilvl w:val="2"/>
        <w:numId w:val="1"/>
      </w:numPr>
      <w:spacing w:before="240" w:after="240"/>
      <w:outlineLvl w:val="2"/>
    </w:pPr>
    <w:rPr>
      <w:rFonts w:ascii="Calibri" w:eastAsiaTheme="majorEastAsia" w:hAnsi="Calibri" w:cstheme="majorBidi"/>
      <w:b/>
      <w:bCs/>
    </w:rPr>
  </w:style>
  <w:style w:type="paragraph" w:styleId="Heading4">
    <w:name w:val="heading 4"/>
    <w:basedOn w:val="Normal"/>
    <w:next w:val="Normal"/>
    <w:link w:val="Heading4Char"/>
    <w:uiPriority w:val="9"/>
    <w:unhideWhenUsed/>
    <w:qFormat/>
    <w:rsid w:val="006534EC"/>
    <w:pPr>
      <w:keepNext/>
      <w:keepLines/>
      <w:numPr>
        <w:ilvl w:val="3"/>
        <w:numId w:val="1"/>
      </w:numPr>
      <w:spacing w:before="240" w:after="240"/>
      <w:outlineLvl w:val="3"/>
    </w:pPr>
    <w:rPr>
      <w:rFonts w:ascii="Calibri" w:eastAsiaTheme="majorEastAsia" w:hAnsi="Calibri" w:cstheme="majorBidi"/>
      <w:b/>
      <w:bCs/>
      <w:iCs/>
    </w:rPr>
  </w:style>
  <w:style w:type="paragraph" w:styleId="Heading5">
    <w:name w:val="heading 5"/>
    <w:basedOn w:val="Normal"/>
    <w:next w:val="Normal"/>
    <w:link w:val="Heading5Char"/>
    <w:uiPriority w:val="9"/>
    <w:semiHidden/>
    <w:unhideWhenUsed/>
    <w:qFormat/>
    <w:rsid w:val="00C44E7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44E7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44E7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44E7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44E7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8A2453"/>
    <w:pPr>
      <w:tabs>
        <w:tab w:val="center" w:pos="4680"/>
        <w:tab w:val="right" w:pos="9360"/>
      </w:tabs>
    </w:pPr>
    <w:rPr>
      <w:b/>
      <w:noProof/>
    </w:rPr>
  </w:style>
  <w:style w:type="character" w:customStyle="1" w:styleId="HeaderChar">
    <w:name w:val="Header Char"/>
    <w:basedOn w:val="DefaultParagraphFont"/>
    <w:link w:val="Header"/>
    <w:uiPriority w:val="99"/>
    <w:rsid w:val="008A2453"/>
    <w:rPr>
      <w:b/>
      <w:noProof/>
    </w:rPr>
  </w:style>
  <w:style w:type="paragraph" w:styleId="Footer">
    <w:name w:val="footer"/>
    <w:basedOn w:val="Normal"/>
    <w:link w:val="FooterChar"/>
    <w:uiPriority w:val="99"/>
    <w:unhideWhenUsed/>
    <w:qFormat/>
    <w:rsid w:val="00F75A79"/>
    <w:pPr>
      <w:tabs>
        <w:tab w:val="center" w:pos="4680"/>
        <w:tab w:val="right" w:pos="9360"/>
      </w:tabs>
      <w:jc w:val="right"/>
    </w:pPr>
    <w:rPr>
      <w:sz w:val="20"/>
      <w:szCs w:val="20"/>
    </w:rPr>
  </w:style>
  <w:style w:type="character" w:customStyle="1" w:styleId="FooterChar">
    <w:name w:val="Footer Char"/>
    <w:basedOn w:val="DefaultParagraphFont"/>
    <w:link w:val="Footer"/>
    <w:uiPriority w:val="99"/>
    <w:rsid w:val="00F75A79"/>
    <w:rPr>
      <w:sz w:val="20"/>
      <w:szCs w:val="20"/>
    </w:rPr>
  </w:style>
  <w:style w:type="character" w:customStyle="1" w:styleId="Heading1Char">
    <w:name w:val="Heading 1 Char"/>
    <w:basedOn w:val="DefaultParagraphFont"/>
    <w:link w:val="Heading1"/>
    <w:uiPriority w:val="9"/>
    <w:rsid w:val="0043379E"/>
    <w:rPr>
      <w:rFonts w:eastAsiaTheme="majorEastAsia" w:cstheme="majorBidi"/>
      <w:b/>
      <w:bCs/>
      <w:caps/>
      <w:color w:val="000000" w:themeColor="text1"/>
    </w:rPr>
  </w:style>
  <w:style w:type="paragraph" w:styleId="ListParagraph">
    <w:name w:val="List Paragraph"/>
    <w:basedOn w:val="Normal"/>
    <w:link w:val="ListParagraphChar"/>
    <w:uiPriority w:val="34"/>
    <w:qFormat/>
    <w:rsid w:val="00F75A79"/>
    <w:pPr>
      <w:ind w:left="720"/>
      <w:contextualSpacing/>
    </w:pPr>
  </w:style>
  <w:style w:type="paragraph" w:customStyle="1" w:styleId="Bullet">
    <w:name w:val="Bullet"/>
    <w:basedOn w:val="ListParagraph"/>
    <w:link w:val="BulletChar"/>
    <w:qFormat/>
    <w:rsid w:val="006747B7"/>
    <w:pPr>
      <w:numPr>
        <w:numId w:val="2"/>
      </w:numPr>
      <w:tabs>
        <w:tab w:val="left" w:pos="547"/>
      </w:tabs>
      <w:ind w:left="792" w:right="360"/>
    </w:pPr>
  </w:style>
  <w:style w:type="paragraph" w:customStyle="1" w:styleId="hsr1">
    <w:name w:val="hsr 1"/>
    <w:next w:val="hsr2"/>
    <w:link w:val="hsr1Char"/>
    <w:qFormat/>
    <w:rsid w:val="00D523EF"/>
    <w:pPr>
      <w:numPr>
        <w:numId w:val="36"/>
      </w:numPr>
      <w:tabs>
        <w:tab w:val="left" w:pos="547"/>
      </w:tabs>
      <w:spacing w:after="0" w:line="240" w:lineRule="auto"/>
      <w:ind w:right="360"/>
    </w:pPr>
  </w:style>
  <w:style w:type="character" w:customStyle="1" w:styleId="ListParagraphChar">
    <w:name w:val="List Paragraph Char"/>
    <w:basedOn w:val="DefaultParagraphFont"/>
    <w:link w:val="ListParagraph"/>
    <w:uiPriority w:val="34"/>
    <w:rsid w:val="00F75A79"/>
  </w:style>
  <w:style w:type="character" w:customStyle="1" w:styleId="BulletChar">
    <w:name w:val="Bullet Char"/>
    <w:basedOn w:val="ListParagraphChar"/>
    <w:link w:val="Bullet"/>
    <w:rsid w:val="006747B7"/>
  </w:style>
  <w:style w:type="character" w:customStyle="1" w:styleId="Heading2Char">
    <w:name w:val="Heading 2 Char"/>
    <w:basedOn w:val="DefaultParagraphFont"/>
    <w:link w:val="Heading2"/>
    <w:uiPriority w:val="9"/>
    <w:rsid w:val="00D25D35"/>
    <w:rPr>
      <w:rFonts w:ascii="Calibri" w:eastAsiaTheme="majorEastAsia" w:hAnsi="Calibri" w:cstheme="majorBidi"/>
      <w:b/>
      <w:bCs/>
      <w:szCs w:val="26"/>
    </w:rPr>
  </w:style>
  <w:style w:type="character" w:customStyle="1" w:styleId="hsr1Char">
    <w:name w:val="hsr 1 Char"/>
    <w:basedOn w:val="ListParagraphChar"/>
    <w:link w:val="hsr1"/>
    <w:rsid w:val="00D523EF"/>
  </w:style>
  <w:style w:type="character" w:customStyle="1" w:styleId="Heading3Char">
    <w:name w:val="Heading 3 Char"/>
    <w:basedOn w:val="DefaultParagraphFont"/>
    <w:link w:val="Heading3"/>
    <w:uiPriority w:val="9"/>
    <w:rsid w:val="006534EC"/>
    <w:rPr>
      <w:rFonts w:ascii="Calibri" w:eastAsiaTheme="majorEastAsia" w:hAnsi="Calibri" w:cstheme="majorBidi"/>
      <w:b/>
      <w:bCs/>
    </w:rPr>
  </w:style>
  <w:style w:type="character" w:customStyle="1" w:styleId="Heading4Char">
    <w:name w:val="Heading 4 Char"/>
    <w:basedOn w:val="DefaultParagraphFont"/>
    <w:link w:val="Heading4"/>
    <w:uiPriority w:val="9"/>
    <w:rsid w:val="006534EC"/>
    <w:rPr>
      <w:rFonts w:ascii="Calibri" w:eastAsiaTheme="majorEastAsia" w:hAnsi="Calibri" w:cstheme="majorBidi"/>
      <w:b/>
      <w:bCs/>
      <w:iCs/>
    </w:rPr>
  </w:style>
  <w:style w:type="character" w:customStyle="1" w:styleId="Heading5Char">
    <w:name w:val="Heading 5 Char"/>
    <w:basedOn w:val="DefaultParagraphFont"/>
    <w:link w:val="Heading5"/>
    <w:uiPriority w:val="9"/>
    <w:semiHidden/>
    <w:rsid w:val="00C44E7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44E7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44E7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44E7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44E71"/>
    <w:rPr>
      <w:rFonts w:asciiTheme="majorHAnsi" w:eastAsiaTheme="majorEastAsia" w:hAnsiTheme="majorHAnsi" w:cstheme="majorBidi"/>
      <w:i/>
      <w:iCs/>
      <w:color w:val="404040" w:themeColor="text1" w:themeTint="BF"/>
      <w:sz w:val="20"/>
      <w:szCs w:val="20"/>
    </w:rPr>
  </w:style>
  <w:style w:type="paragraph" w:customStyle="1" w:styleId="BulletSub">
    <w:name w:val="Bullet_Sub"/>
    <w:basedOn w:val="ListParagraph"/>
    <w:link w:val="BulletSubChar"/>
    <w:qFormat/>
    <w:rsid w:val="006A42D1"/>
    <w:pPr>
      <w:numPr>
        <w:numId w:val="9"/>
      </w:numPr>
      <w:ind w:left="1728" w:right="360"/>
    </w:pPr>
    <w:rPr>
      <w:bCs/>
    </w:rPr>
  </w:style>
  <w:style w:type="paragraph" w:customStyle="1" w:styleId="BulletSubSub">
    <w:name w:val="Bullet_Sub_Sub"/>
    <w:basedOn w:val="ListParagraph"/>
    <w:link w:val="BulletSubSubChar"/>
    <w:qFormat/>
    <w:rsid w:val="00702907"/>
    <w:pPr>
      <w:numPr>
        <w:numId w:val="10"/>
      </w:numPr>
      <w:ind w:left="2160" w:right="360"/>
    </w:pPr>
  </w:style>
  <w:style w:type="character" w:customStyle="1" w:styleId="BulletSubChar">
    <w:name w:val="Bullet_Sub Char"/>
    <w:basedOn w:val="ListParagraphChar"/>
    <w:link w:val="BulletSub"/>
    <w:rsid w:val="006A42D1"/>
    <w:rPr>
      <w:bCs/>
    </w:rPr>
  </w:style>
  <w:style w:type="paragraph" w:customStyle="1" w:styleId="Indent">
    <w:name w:val="Indent"/>
    <w:basedOn w:val="Normal"/>
    <w:link w:val="IndentChar"/>
    <w:qFormat/>
    <w:rsid w:val="001C235D"/>
    <w:pPr>
      <w:ind w:left="720"/>
    </w:pPr>
  </w:style>
  <w:style w:type="character" w:customStyle="1" w:styleId="BulletSubSubChar">
    <w:name w:val="Bullet_Sub_Sub Char"/>
    <w:basedOn w:val="ListParagraphChar"/>
    <w:link w:val="BulletSubSub"/>
    <w:rsid w:val="00702907"/>
  </w:style>
  <w:style w:type="character" w:styleId="Hyperlink">
    <w:name w:val="Hyperlink"/>
    <w:basedOn w:val="DefaultParagraphFont"/>
    <w:uiPriority w:val="99"/>
    <w:unhideWhenUsed/>
    <w:rsid w:val="001C235D"/>
    <w:rPr>
      <w:color w:val="0000FF" w:themeColor="hyperlink"/>
      <w:u w:val="single"/>
    </w:rPr>
  </w:style>
  <w:style w:type="character" w:customStyle="1" w:styleId="IndentChar">
    <w:name w:val="Indent Char"/>
    <w:basedOn w:val="DefaultParagraphFont"/>
    <w:link w:val="Indent"/>
    <w:rsid w:val="001C235D"/>
  </w:style>
  <w:style w:type="paragraph" w:customStyle="1" w:styleId="AppendixTitle">
    <w:name w:val="Appendix Title"/>
    <w:basedOn w:val="Normal"/>
    <w:next w:val="Normal"/>
    <w:link w:val="AppendixTitleChar"/>
    <w:qFormat/>
    <w:rsid w:val="0043379E"/>
    <w:pPr>
      <w:spacing w:before="240" w:after="240"/>
    </w:pPr>
    <w:rPr>
      <w:b/>
      <w:caps/>
    </w:rPr>
  </w:style>
  <w:style w:type="paragraph" w:customStyle="1" w:styleId="AppendixSubtitle">
    <w:name w:val="Appendix Subtitle"/>
    <w:basedOn w:val="Normal"/>
    <w:next w:val="Normal"/>
    <w:link w:val="AppendixSubtitleChar"/>
    <w:qFormat/>
    <w:rsid w:val="0043379E"/>
    <w:pPr>
      <w:spacing w:before="240" w:after="240"/>
    </w:pPr>
    <w:rPr>
      <w:b/>
    </w:rPr>
  </w:style>
  <w:style w:type="character" w:customStyle="1" w:styleId="AppendixTitleChar">
    <w:name w:val="Appendix Title Char"/>
    <w:basedOn w:val="DefaultParagraphFont"/>
    <w:link w:val="AppendixTitle"/>
    <w:rsid w:val="0043379E"/>
    <w:rPr>
      <w:b/>
      <w:caps/>
    </w:rPr>
  </w:style>
  <w:style w:type="paragraph" w:styleId="BalloonText">
    <w:name w:val="Balloon Text"/>
    <w:basedOn w:val="Normal"/>
    <w:link w:val="BalloonTextChar"/>
    <w:uiPriority w:val="99"/>
    <w:semiHidden/>
    <w:unhideWhenUsed/>
    <w:rsid w:val="0043379E"/>
    <w:rPr>
      <w:rFonts w:ascii="Tahoma" w:hAnsi="Tahoma" w:cs="Tahoma"/>
      <w:sz w:val="16"/>
      <w:szCs w:val="16"/>
    </w:rPr>
  </w:style>
  <w:style w:type="character" w:customStyle="1" w:styleId="AppendixSubtitleChar">
    <w:name w:val="Appendix Subtitle Char"/>
    <w:basedOn w:val="DefaultParagraphFont"/>
    <w:link w:val="AppendixSubtitle"/>
    <w:rsid w:val="0043379E"/>
    <w:rPr>
      <w:b/>
    </w:rPr>
  </w:style>
  <w:style w:type="character" w:customStyle="1" w:styleId="BalloonTextChar">
    <w:name w:val="Balloon Text Char"/>
    <w:basedOn w:val="DefaultParagraphFont"/>
    <w:link w:val="BalloonText"/>
    <w:uiPriority w:val="99"/>
    <w:semiHidden/>
    <w:rsid w:val="0043379E"/>
    <w:rPr>
      <w:rFonts w:ascii="Tahoma" w:hAnsi="Tahoma" w:cs="Tahoma"/>
      <w:sz w:val="16"/>
      <w:szCs w:val="16"/>
    </w:rPr>
  </w:style>
  <w:style w:type="paragraph" w:customStyle="1" w:styleId="hsr4">
    <w:name w:val="hsr 4"/>
    <w:basedOn w:val="Bullet"/>
    <w:next w:val="hsr5"/>
    <w:link w:val="hsr4Char"/>
    <w:qFormat/>
    <w:rsid w:val="00D523EF"/>
    <w:pPr>
      <w:numPr>
        <w:ilvl w:val="3"/>
        <w:numId w:val="36"/>
      </w:numPr>
    </w:pPr>
  </w:style>
  <w:style w:type="paragraph" w:customStyle="1" w:styleId="hsr5">
    <w:name w:val="hsr 5"/>
    <w:basedOn w:val="BulletSub"/>
    <w:next w:val="hsr6"/>
    <w:link w:val="hsr5Char"/>
    <w:qFormat/>
    <w:rsid w:val="00D523EF"/>
    <w:pPr>
      <w:numPr>
        <w:ilvl w:val="4"/>
        <w:numId w:val="36"/>
      </w:numPr>
    </w:pPr>
  </w:style>
  <w:style w:type="character" w:customStyle="1" w:styleId="hsr4Char">
    <w:name w:val="hsr 4 Char"/>
    <w:basedOn w:val="BulletChar"/>
    <w:link w:val="hsr4"/>
    <w:rsid w:val="00D523EF"/>
  </w:style>
  <w:style w:type="paragraph" w:customStyle="1" w:styleId="hsr6">
    <w:name w:val="hsr 6"/>
    <w:basedOn w:val="BulletSubSub"/>
    <w:link w:val="hsr6Char"/>
    <w:qFormat/>
    <w:rsid w:val="00D523EF"/>
    <w:pPr>
      <w:numPr>
        <w:ilvl w:val="5"/>
        <w:numId w:val="36"/>
      </w:numPr>
      <w:ind w:right="432"/>
    </w:pPr>
  </w:style>
  <w:style w:type="character" w:customStyle="1" w:styleId="hsr5Char">
    <w:name w:val="hsr 5 Char"/>
    <w:basedOn w:val="BulletSubChar"/>
    <w:link w:val="hsr5"/>
    <w:rsid w:val="00D523EF"/>
    <w:rPr>
      <w:bCs/>
    </w:rPr>
  </w:style>
  <w:style w:type="character" w:customStyle="1" w:styleId="hsr6Char">
    <w:name w:val="hsr 6 Char"/>
    <w:basedOn w:val="BulletSubSubChar"/>
    <w:link w:val="hsr6"/>
    <w:rsid w:val="00D523EF"/>
  </w:style>
  <w:style w:type="paragraph" w:customStyle="1" w:styleId="hsr2">
    <w:name w:val="hsr 2"/>
    <w:basedOn w:val="hsr1"/>
    <w:next w:val="hsr3"/>
    <w:qFormat/>
    <w:rsid w:val="00D523EF"/>
    <w:pPr>
      <w:numPr>
        <w:ilvl w:val="1"/>
      </w:numPr>
    </w:pPr>
  </w:style>
  <w:style w:type="paragraph" w:customStyle="1" w:styleId="hsr3">
    <w:name w:val="hsr 3"/>
    <w:basedOn w:val="hsr2"/>
    <w:next w:val="hsr4"/>
    <w:link w:val="hsr3Char"/>
    <w:qFormat/>
    <w:rsid w:val="00930952"/>
    <w:pPr>
      <w:numPr>
        <w:ilvl w:val="2"/>
      </w:numPr>
      <w:ind w:right="432" w:hanging="216"/>
    </w:pPr>
  </w:style>
  <w:style w:type="character" w:customStyle="1" w:styleId="hsr3Char">
    <w:name w:val="hsr 3 Char"/>
    <w:basedOn w:val="ListParagraphChar"/>
    <w:link w:val="hsr3"/>
    <w:rsid w:val="00930952"/>
  </w:style>
  <w:style w:type="numbering" w:customStyle="1" w:styleId="Style1">
    <w:name w:val="Style1"/>
    <w:uiPriority w:val="99"/>
    <w:rsid w:val="002217A2"/>
    <w:pPr>
      <w:numPr>
        <w:numId w:val="31"/>
      </w:numPr>
    </w:pPr>
  </w:style>
  <w:style w:type="numbering" w:customStyle="1" w:styleId="Style2">
    <w:name w:val="Style2"/>
    <w:uiPriority w:val="99"/>
    <w:rsid w:val="002217A2"/>
    <w:pPr>
      <w:numPr>
        <w:numId w:val="32"/>
      </w:numPr>
    </w:pPr>
  </w:style>
  <w:style w:type="numbering" w:customStyle="1" w:styleId="Style3">
    <w:name w:val="Style3"/>
    <w:uiPriority w:val="99"/>
    <w:rsid w:val="002217A2"/>
    <w:pPr>
      <w:numPr>
        <w:numId w:val="33"/>
      </w:numPr>
    </w:pPr>
  </w:style>
  <w:style w:type="numbering" w:customStyle="1" w:styleId="Style4">
    <w:name w:val="Style4"/>
    <w:uiPriority w:val="99"/>
    <w:rsid w:val="002217A2"/>
    <w:pPr>
      <w:numPr>
        <w:numId w:val="34"/>
      </w:numPr>
    </w:pPr>
  </w:style>
  <w:style w:type="numbering" w:customStyle="1" w:styleId="HSRLists">
    <w:name w:val="HSRLists"/>
    <w:uiPriority w:val="99"/>
    <w:rsid w:val="00D523EF"/>
    <w:pPr>
      <w:numPr>
        <w:numId w:val="36"/>
      </w:numPr>
    </w:pPr>
  </w:style>
  <w:style w:type="paragraph" w:customStyle="1" w:styleId="123List">
    <w:name w:val="123 List"/>
    <w:basedOn w:val="ListParagraph"/>
    <w:link w:val="123ListChar"/>
    <w:qFormat/>
    <w:rsid w:val="00472EC7"/>
    <w:pPr>
      <w:tabs>
        <w:tab w:val="left" w:pos="547"/>
      </w:tabs>
      <w:ind w:left="1267" w:right="360" w:hanging="360"/>
    </w:pPr>
  </w:style>
  <w:style w:type="character" w:customStyle="1" w:styleId="123ListChar">
    <w:name w:val="123 List Char"/>
    <w:basedOn w:val="ListParagraphChar"/>
    <w:link w:val="123List"/>
    <w:rsid w:val="00472EC7"/>
  </w:style>
  <w:style w:type="character" w:styleId="CommentReference">
    <w:name w:val="annotation reference"/>
    <w:basedOn w:val="DefaultParagraphFont"/>
    <w:uiPriority w:val="99"/>
    <w:semiHidden/>
    <w:unhideWhenUsed/>
    <w:rsid w:val="0030511D"/>
    <w:rPr>
      <w:sz w:val="16"/>
      <w:szCs w:val="16"/>
    </w:rPr>
  </w:style>
  <w:style w:type="paragraph" w:styleId="CommentText">
    <w:name w:val="annotation text"/>
    <w:basedOn w:val="Normal"/>
    <w:link w:val="CommentTextChar"/>
    <w:uiPriority w:val="99"/>
    <w:semiHidden/>
    <w:unhideWhenUsed/>
    <w:rsid w:val="0030511D"/>
    <w:rPr>
      <w:sz w:val="20"/>
      <w:szCs w:val="20"/>
    </w:rPr>
  </w:style>
  <w:style w:type="character" w:customStyle="1" w:styleId="CommentTextChar">
    <w:name w:val="Comment Text Char"/>
    <w:basedOn w:val="DefaultParagraphFont"/>
    <w:link w:val="CommentText"/>
    <w:uiPriority w:val="99"/>
    <w:semiHidden/>
    <w:rsid w:val="0030511D"/>
    <w:rPr>
      <w:sz w:val="20"/>
      <w:szCs w:val="20"/>
    </w:rPr>
  </w:style>
  <w:style w:type="paragraph" w:styleId="CommentSubject">
    <w:name w:val="annotation subject"/>
    <w:basedOn w:val="CommentText"/>
    <w:next w:val="CommentText"/>
    <w:link w:val="CommentSubjectChar"/>
    <w:uiPriority w:val="99"/>
    <w:semiHidden/>
    <w:unhideWhenUsed/>
    <w:rsid w:val="0030511D"/>
    <w:rPr>
      <w:b/>
      <w:bCs/>
    </w:rPr>
  </w:style>
  <w:style w:type="character" w:customStyle="1" w:styleId="CommentSubjectChar">
    <w:name w:val="Comment Subject Char"/>
    <w:basedOn w:val="CommentTextChar"/>
    <w:link w:val="CommentSubject"/>
    <w:uiPriority w:val="99"/>
    <w:semiHidden/>
    <w:rsid w:val="0030511D"/>
    <w:rPr>
      <w:b/>
      <w:bCs/>
      <w:sz w:val="20"/>
      <w:szCs w:val="20"/>
    </w:rPr>
  </w:style>
  <w:style w:type="paragraph" w:styleId="Revision">
    <w:name w:val="Revision"/>
    <w:hidden/>
    <w:uiPriority w:val="99"/>
    <w:semiHidden/>
    <w:rsid w:val="007237A9"/>
    <w:pPr>
      <w:spacing w:after="0" w:line="240" w:lineRule="auto"/>
    </w:pPr>
  </w:style>
  <w:style w:type="character" w:styleId="FollowedHyperlink">
    <w:name w:val="FollowedHyperlink"/>
    <w:basedOn w:val="DefaultParagraphFont"/>
    <w:uiPriority w:val="99"/>
    <w:semiHidden/>
    <w:unhideWhenUsed/>
    <w:rsid w:val="008456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fra.dot.gov/Page/P0185"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fra.dot.gov/Page/P0185"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erine.Blythe.CTR\Documents\MTAC\MP%20Template_v8_1112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42A3E046B94E49B39898BA2389F9A5" ma:contentTypeVersion="0" ma:contentTypeDescription="Create a new document." ma:contentTypeScope="" ma:versionID="60698e562fc30f7526efbd0e8816277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D3CC6-EC2E-4040-B0A9-D1A7961710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D5B48F6-EBE3-4748-AC6E-23F5E8986D19}">
  <ds:schemaRefs>
    <ds:schemaRef ds:uri="http://schemas.microsoft.com/sharepoint/v3/contenttype/forms"/>
  </ds:schemaRefs>
</ds:datastoreItem>
</file>

<file path=customXml/itemProps3.xml><?xml version="1.0" encoding="utf-8"?>
<ds:datastoreItem xmlns:ds="http://schemas.openxmlformats.org/officeDocument/2006/customXml" ds:itemID="{8377F1FD-3B30-4749-B4D9-21F74291F4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4F6046-6488-4EC9-99EF-1E0A29A63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MP Template_v8_111213.dotx</Template>
  <TotalTime>0</TotalTime>
  <Pages>5</Pages>
  <Words>2036</Words>
  <Characters>11609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Blythe, Katherine CTR (VOLPE)</dc:creator>
  <cp:lastModifiedBy>SH</cp:lastModifiedBy>
  <cp:revision>6</cp:revision>
  <cp:lastPrinted>2013-10-07T16:25:00Z</cp:lastPrinted>
  <dcterms:created xsi:type="dcterms:W3CDTF">2014-02-04T18:43:00Z</dcterms:created>
  <dcterms:modified xsi:type="dcterms:W3CDTF">2014-11-13T04:16:00Z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0x0101009B42A3E046B94E49B39898BA2389F9A5</vt:lpwstr>
  </property>
</Properties>
</file>